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EFD72" w14:textId="77777777" w:rsidR="008A414E" w:rsidRPr="006678EE" w:rsidRDefault="009256A9" w:rsidP="008B5B90">
      <w:pPr>
        <w:pStyle w:val="Title"/>
        <w:rPr>
          <w:snapToGrid w:val="0"/>
          <w:lang w:val="fr-FR"/>
        </w:rPr>
      </w:pPr>
      <w:bookmarkStart w:id="0" w:name="_Ref179801288"/>
      <w:bookmarkStart w:id="1" w:name="_Ref179801299"/>
      <w:bookmarkStart w:id="2" w:name="_Toc179888596"/>
      <w:proofErr w:type="spellStart"/>
      <w:r w:rsidRPr="006678EE">
        <w:rPr>
          <w:snapToGrid w:val="0"/>
          <w:lang w:val="fr-FR"/>
        </w:rPr>
        <w:t>Technical</w:t>
      </w:r>
      <w:proofErr w:type="spellEnd"/>
      <w:r w:rsidRPr="006678EE">
        <w:rPr>
          <w:snapToGrid w:val="0"/>
          <w:lang w:val="fr-FR"/>
        </w:rPr>
        <w:t xml:space="preserve"> </w:t>
      </w:r>
      <w:proofErr w:type="spellStart"/>
      <w:r w:rsidRPr="006678EE">
        <w:rPr>
          <w:snapToGrid w:val="0"/>
          <w:lang w:val="fr-FR"/>
        </w:rPr>
        <w:t>Requirement</w:t>
      </w:r>
      <w:proofErr w:type="spellEnd"/>
      <w:r w:rsidRPr="006678EE">
        <w:rPr>
          <w:snapToGrid w:val="0"/>
          <w:lang w:val="fr-FR"/>
        </w:rPr>
        <w:t xml:space="preserve"> Document</w:t>
      </w:r>
    </w:p>
    <w:p w14:paraId="3699BA47" w14:textId="77777777" w:rsidR="000B0D7F" w:rsidRPr="00E42FBA" w:rsidRDefault="000B0D7F" w:rsidP="008A414E">
      <w:pPr>
        <w:jc w:val="center"/>
        <w:outlineLvl w:val="0"/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</w:pPr>
      <w:r w:rsidRPr="00E42FBA"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  <w:t>OM5579/PN7150</w:t>
      </w:r>
    </w:p>
    <w:p w14:paraId="2D7AED8D" w14:textId="1DD94480" w:rsidR="008A414E" w:rsidRPr="00186327" w:rsidRDefault="00E42FBA" w:rsidP="008A414E">
      <w:pPr>
        <w:jc w:val="center"/>
        <w:outlineLvl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snapToGrid w:val="0"/>
          <w:color w:val="FF0000"/>
          <w:lang w:val="fr-FR"/>
        </w:rPr>
        <w:t>17</w:t>
      </w:r>
      <w:r w:rsidR="00643BD7">
        <w:rPr>
          <w:rFonts w:ascii="Helvetica" w:hAnsi="Helvetica" w:cs="Helvetica"/>
          <w:snapToGrid w:val="0"/>
          <w:color w:val="FF0000"/>
          <w:lang w:val="fr-FR"/>
        </w:rPr>
        <w:t>-</w:t>
      </w:r>
      <w:r>
        <w:rPr>
          <w:rFonts w:ascii="Helvetica" w:hAnsi="Helvetica" w:cs="Helvetica"/>
          <w:snapToGrid w:val="0"/>
          <w:color w:val="FF0000"/>
          <w:lang w:val="fr-FR"/>
        </w:rPr>
        <w:t>05</w:t>
      </w:r>
      <w:r w:rsidR="006678EE" w:rsidRPr="00186327">
        <w:rPr>
          <w:rFonts w:ascii="Helvetica" w:hAnsi="Helvetica" w:cs="Helvetica"/>
          <w:snapToGrid w:val="0"/>
          <w:color w:val="FF0000"/>
          <w:lang w:val="fr-FR"/>
        </w:rPr>
        <w:t>-20</w:t>
      </w:r>
      <w:r w:rsidR="00E044F1">
        <w:rPr>
          <w:rFonts w:ascii="Helvetica" w:hAnsi="Helvetica" w:cs="Helvetica"/>
          <w:snapToGrid w:val="0"/>
          <w:color w:val="FF0000"/>
          <w:lang w:val="fr-FR"/>
        </w:rPr>
        <w:t>2</w:t>
      </w:r>
      <w:r>
        <w:rPr>
          <w:rFonts w:ascii="Helvetica" w:hAnsi="Helvetica" w:cs="Helvetica"/>
          <w:snapToGrid w:val="0"/>
          <w:color w:val="FF0000"/>
          <w:lang w:val="fr-FR"/>
        </w:rPr>
        <w:t>1</w:t>
      </w:r>
      <w:r w:rsidR="00FF61F5" w:rsidRPr="00186327">
        <w:rPr>
          <w:rFonts w:ascii="Helvetica" w:hAnsi="Helvetica" w:cs="Helvetica"/>
          <w:snapToGrid w:val="0"/>
          <w:lang w:val="fr-FR"/>
        </w:rPr>
        <w:t xml:space="preserve"> </w:t>
      </w:r>
      <w:r w:rsidR="000B0D7F" w:rsidRPr="00186327">
        <w:rPr>
          <w:rFonts w:ascii="Helvetica" w:hAnsi="Helvetica" w:cs="Helvetica"/>
          <w:snapToGrid w:val="0"/>
          <w:lang w:val="fr-FR"/>
        </w:rPr>
        <w:t>Révision</w:t>
      </w:r>
      <w:r w:rsidR="00FF61F5" w:rsidRPr="00186327">
        <w:rPr>
          <w:rFonts w:ascii="Helvetica" w:hAnsi="Helvetica" w:cs="Helvetica"/>
          <w:lang w:val="fr-FR"/>
        </w:rPr>
        <w:t xml:space="preserve"> </w:t>
      </w:r>
      <w:r>
        <w:rPr>
          <w:rFonts w:ascii="Helvetica" w:hAnsi="Helvetica" w:cs="Helvetica"/>
          <w:color w:val="FF0000"/>
          <w:lang w:val="fr-FR"/>
        </w:rPr>
        <w:t>A2</w:t>
      </w:r>
    </w:p>
    <w:p w14:paraId="5FF7FE1B" w14:textId="77777777" w:rsidR="008A414E" w:rsidRPr="00E11F94" w:rsidRDefault="008A414E" w:rsidP="008A414E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 w:rsidRPr="00E11F94">
        <w:rPr>
          <w:rFonts w:ascii="Helvetica" w:hAnsi="Helvetica" w:cs="Helvetica"/>
          <w:snapToGrid w:val="0"/>
        </w:rPr>
        <w:t>Prepared</w:t>
      </w:r>
      <w:r w:rsidR="00FF61F5">
        <w:rPr>
          <w:rFonts w:ascii="Helvetica" w:hAnsi="Helvetica" w:cs="Helvetica"/>
          <w:snapToGrid w:val="0"/>
        </w:rPr>
        <w:t xml:space="preserve"> </w:t>
      </w:r>
      <w:r w:rsidRPr="00E11F94">
        <w:rPr>
          <w:rFonts w:ascii="Helvetica" w:hAnsi="Helvetica" w:cs="Helvetica"/>
          <w:snapToGrid w:val="0"/>
        </w:rPr>
        <w:t>by</w:t>
      </w:r>
      <w:r w:rsidR="00FF61F5">
        <w:rPr>
          <w:rFonts w:ascii="Helvetica" w:hAnsi="Helvetica" w:cs="Helvetica"/>
          <w:snapToGrid w:val="0"/>
        </w:rPr>
        <w:t xml:space="preserve"> </w:t>
      </w:r>
    </w:p>
    <w:p w14:paraId="47DC4160" w14:textId="34011F74" w:rsidR="008A414E" w:rsidRPr="00E11F94" w:rsidRDefault="00E044F1" w:rsidP="00A074FC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>
        <w:rPr>
          <w:rFonts w:ascii="Helvetica" w:hAnsi="Helvetica" w:cs="Helvetica"/>
          <w:snapToGrid w:val="0"/>
          <w:color w:val="FF0000"/>
        </w:rPr>
        <w:t>RAVIKANTH</w:t>
      </w:r>
    </w:p>
    <w:p w14:paraId="67C4EB78" w14:textId="77777777" w:rsidR="00A074FC" w:rsidRPr="00A074FC" w:rsidRDefault="00A074FC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  <w:r>
        <w:rPr>
          <w:rFonts w:ascii="Helvetica" w:hAnsi="Helvetica"/>
          <w:b/>
          <w:sz w:val="36"/>
          <w:szCs w:val="36"/>
        </w:rPr>
        <w:br w:type="page"/>
      </w:r>
    </w:p>
    <w:p w14:paraId="088A5481" w14:textId="77777777" w:rsidR="00F45720" w:rsidRPr="00A074FC" w:rsidRDefault="00F45720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737"/>
        <w:gridCol w:w="1621"/>
        <w:gridCol w:w="1890"/>
        <w:gridCol w:w="5328"/>
      </w:tblGrid>
      <w:tr w:rsidR="00F45720" w:rsidRPr="001504FE" w14:paraId="3A97B43B" w14:textId="77777777" w:rsidTr="00F45720">
        <w:trPr>
          <w:cantSplit/>
          <w:tblHeader/>
          <w:jc w:val="center"/>
        </w:trPr>
        <w:tc>
          <w:tcPr>
            <w:tcW w:w="9576" w:type="dxa"/>
            <w:gridSpan w:val="4"/>
          </w:tcPr>
          <w:p w14:paraId="3DD8A0A5" w14:textId="77777777" w:rsidR="00F45720" w:rsidRPr="006C61EF" w:rsidRDefault="00F45720" w:rsidP="009172D3">
            <w:pPr>
              <w:pStyle w:val="TBHeadC"/>
            </w:pPr>
            <w:r w:rsidRPr="006C61EF">
              <w:br w:type="page"/>
              <w:t>Revision</w:t>
            </w:r>
            <w:r w:rsidR="00FF61F5" w:rsidRPr="006C61EF">
              <w:t xml:space="preserve"> </w:t>
            </w:r>
            <w:r w:rsidRPr="006C61EF">
              <w:t>History</w:t>
            </w:r>
          </w:p>
        </w:tc>
      </w:tr>
      <w:tr w:rsidR="00F45720" w:rsidRPr="001504FE" w14:paraId="302F9658" w14:textId="77777777" w:rsidTr="00A074FC">
        <w:trPr>
          <w:cantSplit/>
          <w:jc w:val="center"/>
        </w:trPr>
        <w:tc>
          <w:tcPr>
            <w:tcW w:w="737" w:type="dxa"/>
          </w:tcPr>
          <w:p w14:paraId="68EA108D" w14:textId="77777777" w:rsidR="00F45720" w:rsidRPr="001504FE" w:rsidRDefault="00F45720" w:rsidP="009172D3">
            <w:pPr>
              <w:pStyle w:val="TBHeadC"/>
            </w:pPr>
            <w:r w:rsidRPr="001504FE">
              <w:t>Rev.</w:t>
            </w:r>
          </w:p>
        </w:tc>
        <w:tc>
          <w:tcPr>
            <w:tcW w:w="1621" w:type="dxa"/>
          </w:tcPr>
          <w:p w14:paraId="7689D83F" w14:textId="77777777" w:rsidR="00F45720" w:rsidRPr="001504FE" w:rsidRDefault="00F45720" w:rsidP="009172D3">
            <w:pPr>
              <w:pStyle w:val="TBHeadC"/>
            </w:pPr>
            <w:r w:rsidRPr="001504FE">
              <w:t>Date</w:t>
            </w:r>
          </w:p>
        </w:tc>
        <w:tc>
          <w:tcPr>
            <w:tcW w:w="1890" w:type="dxa"/>
          </w:tcPr>
          <w:p w14:paraId="2139DFBA" w14:textId="77777777" w:rsidR="00F45720" w:rsidRPr="001504FE" w:rsidRDefault="00F45720" w:rsidP="009172D3">
            <w:pPr>
              <w:pStyle w:val="TBHeadC"/>
            </w:pPr>
            <w:r w:rsidRPr="001504FE">
              <w:t>Name</w:t>
            </w:r>
          </w:p>
        </w:tc>
        <w:tc>
          <w:tcPr>
            <w:tcW w:w="5328" w:type="dxa"/>
          </w:tcPr>
          <w:p w14:paraId="44489958" w14:textId="77777777" w:rsidR="00F45720" w:rsidRPr="001504FE" w:rsidRDefault="00F45720" w:rsidP="009172D3">
            <w:pPr>
              <w:pStyle w:val="TBHeadC"/>
            </w:pPr>
            <w:r w:rsidRPr="001504FE">
              <w:t>Description</w:t>
            </w:r>
          </w:p>
        </w:tc>
      </w:tr>
      <w:tr w:rsidR="00F45720" w:rsidRPr="001504FE" w14:paraId="7CA07636" w14:textId="77777777" w:rsidTr="00A074FC">
        <w:trPr>
          <w:cantSplit/>
          <w:jc w:val="center"/>
        </w:trPr>
        <w:tc>
          <w:tcPr>
            <w:tcW w:w="737" w:type="dxa"/>
          </w:tcPr>
          <w:p w14:paraId="2CA76B7D" w14:textId="0FED12E0" w:rsidR="00F45720" w:rsidRPr="006C61EF" w:rsidRDefault="00666229" w:rsidP="009172D3">
            <w:pPr>
              <w:pStyle w:val="TBItemL"/>
            </w:pPr>
            <w:r w:rsidRPr="006C61EF">
              <w:t>X1</w:t>
            </w:r>
          </w:p>
        </w:tc>
        <w:tc>
          <w:tcPr>
            <w:tcW w:w="1621" w:type="dxa"/>
          </w:tcPr>
          <w:p w14:paraId="2DD352C2" w14:textId="2954033C" w:rsidR="00F45720" w:rsidRPr="009172D3" w:rsidRDefault="005D4862" w:rsidP="009172D3">
            <w:pPr>
              <w:pStyle w:val="TBItemL"/>
            </w:pPr>
            <w:r>
              <w:rPr>
                <w:rFonts w:hint="cs"/>
              </w:rPr>
              <w:t>2</w:t>
            </w:r>
            <w:r w:rsidR="0060504E">
              <w:t>8</w:t>
            </w:r>
            <w:r>
              <w:rPr>
                <w:rFonts w:hint="cs"/>
              </w:rPr>
              <w:t>-</w:t>
            </w:r>
            <w:r w:rsidR="0060504E">
              <w:t>10</w:t>
            </w:r>
            <w:r w:rsidR="00880E03">
              <w:rPr>
                <w:rFonts w:hint="cs"/>
              </w:rPr>
              <w:t>-2019</w:t>
            </w:r>
          </w:p>
        </w:tc>
        <w:tc>
          <w:tcPr>
            <w:tcW w:w="1890" w:type="dxa"/>
          </w:tcPr>
          <w:p w14:paraId="1F1AA6BC" w14:textId="33910922" w:rsidR="00F45720" w:rsidRPr="006C61EF" w:rsidRDefault="0060504E" w:rsidP="009172D3">
            <w:pPr>
              <w:pStyle w:val="TBItemL"/>
            </w:pPr>
            <w:r>
              <w:t>RAVI KANTH</w:t>
            </w:r>
          </w:p>
        </w:tc>
        <w:tc>
          <w:tcPr>
            <w:tcW w:w="5328" w:type="dxa"/>
          </w:tcPr>
          <w:p w14:paraId="5C7B2DFF" w14:textId="77777777" w:rsidR="00F45720" w:rsidRPr="006C61EF" w:rsidRDefault="00F45720" w:rsidP="009172D3">
            <w:pPr>
              <w:pStyle w:val="TBItemL"/>
            </w:pPr>
            <w:r w:rsidRPr="006C61EF">
              <w:t>Original</w:t>
            </w:r>
            <w:r w:rsidR="00FF61F5" w:rsidRPr="006C61EF">
              <w:t xml:space="preserve"> </w:t>
            </w:r>
            <w:r w:rsidRPr="006C61EF">
              <w:t>draft.</w:t>
            </w:r>
          </w:p>
        </w:tc>
      </w:tr>
      <w:tr w:rsidR="00AF10AA" w:rsidRPr="001504FE" w14:paraId="4A2D60DC" w14:textId="77777777" w:rsidTr="00A074FC">
        <w:trPr>
          <w:cantSplit/>
          <w:jc w:val="center"/>
        </w:trPr>
        <w:tc>
          <w:tcPr>
            <w:tcW w:w="737" w:type="dxa"/>
          </w:tcPr>
          <w:p w14:paraId="32E3E902" w14:textId="18B0C634" w:rsidR="00AF10AA" w:rsidRPr="006C61EF" w:rsidRDefault="00AF10AA" w:rsidP="00AF10AA">
            <w:pPr>
              <w:pStyle w:val="TBItemL"/>
            </w:pPr>
          </w:p>
        </w:tc>
        <w:tc>
          <w:tcPr>
            <w:tcW w:w="1621" w:type="dxa"/>
          </w:tcPr>
          <w:p w14:paraId="6C6EC113" w14:textId="56EE8D54" w:rsidR="00AF10AA" w:rsidRPr="006C61EF" w:rsidRDefault="00AF10AA" w:rsidP="00AF10AA">
            <w:pPr>
              <w:pStyle w:val="TBItemL"/>
            </w:pPr>
          </w:p>
        </w:tc>
        <w:tc>
          <w:tcPr>
            <w:tcW w:w="1890" w:type="dxa"/>
          </w:tcPr>
          <w:p w14:paraId="6FF1DD73" w14:textId="49BF9CC8" w:rsidR="00AF10AA" w:rsidRPr="006C61EF" w:rsidRDefault="00AF10AA" w:rsidP="00AF10AA">
            <w:pPr>
              <w:pStyle w:val="TBItemL"/>
            </w:pPr>
          </w:p>
        </w:tc>
        <w:tc>
          <w:tcPr>
            <w:tcW w:w="5328" w:type="dxa"/>
          </w:tcPr>
          <w:p w14:paraId="2CC9862E" w14:textId="277B8C3C" w:rsidR="00AF10AA" w:rsidRPr="006C61EF" w:rsidRDefault="00AF10AA" w:rsidP="00AF10AA">
            <w:pPr>
              <w:pStyle w:val="TBItemL"/>
            </w:pPr>
          </w:p>
        </w:tc>
      </w:tr>
      <w:tr w:rsidR="00BE5F82" w:rsidRPr="001504FE" w14:paraId="5BA63A22" w14:textId="77777777" w:rsidTr="00A074FC">
        <w:trPr>
          <w:cantSplit/>
          <w:jc w:val="center"/>
        </w:trPr>
        <w:tc>
          <w:tcPr>
            <w:tcW w:w="737" w:type="dxa"/>
          </w:tcPr>
          <w:p w14:paraId="49E9C312" w14:textId="3576140E" w:rsidR="00BE5F82" w:rsidRPr="006C61EF" w:rsidRDefault="00BE5F82" w:rsidP="00BE5F82">
            <w:pPr>
              <w:pStyle w:val="TBItemL"/>
            </w:pPr>
          </w:p>
        </w:tc>
        <w:tc>
          <w:tcPr>
            <w:tcW w:w="1621" w:type="dxa"/>
          </w:tcPr>
          <w:p w14:paraId="27ED59A4" w14:textId="25B54072" w:rsidR="00BE5F82" w:rsidRPr="006C61EF" w:rsidRDefault="00BE5F82" w:rsidP="00BE5F82">
            <w:pPr>
              <w:pStyle w:val="TBItemL"/>
            </w:pPr>
          </w:p>
        </w:tc>
        <w:tc>
          <w:tcPr>
            <w:tcW w:w="1890" w:type="dxa"/>
          </w:tcPr>
          <w:p w14:paraId="5794A2B9" w14:textId="1F5BF43B" w:rsidR="00BE5F82" w:rsidRPr="006C61EF" w:rsidRDefault="00BE5F82" w:rsidP="00BE5F82">
            <w:pPr>
              <w:pStyle w:val="TBItemL"/>
            </w:pPr>
          </w:p>
        </w:tc>
        <w:tc>
          <w:tcPr>
            <w:tcW w:w="5328" w:type="dxa"/>
          </w:tcPr>
          <w:p w14:paraId="7C336B3F" w14:textId="50B087F0" w:rsidR="00BE5F82" w:rsidRPr="006C61EF" w:rsidRDefault="00BE5F82" w:rsidP="00BE5F82">
            <w:pPr>
              <w:pStyle w:val="TBItemL"/>
            </w:pPr>
          </w:p>
        </w:tc>
      </w:tr>
      <w:tr w:rsidR="007261C5" w:rsidRPr="001504FE" w14:paraId="4FFE1973" w14:textId="77777777" w:rsidTr="00A074FC">
        <w:trPr>
          <w:cantSplit/>
          <w:jc w:val="center"/>
        </w:trPr>
        <w:tc>
          <w:tcPr>
            <w:tcW w:w="737" w:type="dxa"/>
          </w:tcPr>
          <w:p w14:paraId="13111A13" w14:textId="0D62A6D2" w:rsidR="007261C5" w:rsidRPr="006C61EF" w:rsidRDefault="007261C5" w:rsidP="007261C5">
            <w:pPr>
              <w:pStyle w:val="TBItemL"/>
            </w:pPr>
          </w:p>
        </w:tc>
        <w:tc>
          <w:tcPr>
            <w:tcW w:w="1621" w:type="dxa"/>
          </w:tcPr>
          <w:p w14:paraId="1221F7B6" w14:textId="07C43645" w:rsidR="007261C5" w:rsidRPr="006C61EF" w:rsidRDefault="007261C5" w:rsidP="007261C5">
            <w:pPr>
              <w:pStyle w:val="TBItemL"/>
            </w:pPr>
          </w:p>
        </w:tc>
        <w:tc>
          <w:tcPr>
            <w:tcW w:w="1890" w:type="dxa"/>
          </w:tcPr>
          <w:p w14:paraId="3C28CC6C" w14:textId="39297D99" w:rsidR="007261C5" w:rsidRPr="006C61EF" w:rsidRDefault="007261C5" w:rsidP="007261C5">
            <w:pPr>
              <w:pStyle w:val="TBItemL"/>
            </w:pPr>
          </w:p>
        </w:tc>
        <w:tc>
          <w:tcPr>
            <w:tcW w:w="5328" w:type="dxa"/>
          </w:tcPr>
          <w:p w14:paraId="043713C5" w14:textId="0DEC313C" w:rsidR="007261C5" w:rsidRPr="006C61EF" w:rsidRDefault="007261C5" w:rsidP="007261C5">
            <w:pPr>
              <w:pStyle w:val="TBItemL"/>
            </w:pPr>
          </w:p>
        </w:tc>
      </w:tr>
      <w:tr w:rsidR="0065616F" w:rsidRPr="001504FE" w14:paraId="0B5C1FD3" w14:textId="77777777" w:rsidTr="00A074FC">
        <w:trPr>
          <w:cantSplit/>
          <w:jc w:val="center"/>
        </w:trPr>
        <w:tc>
          <w:tcPr>
            <w:tcW w:w="737" w:type="dxa"/>
          </w:tcPr>
          <w:p w14:paraId="3EAE4365" w14:textId="061C7BB2" w:rsidR="0065616F" w:rsidRDefault="0065616F" w:rsidP="0065616F">
            <w:pPr>
              <w:pStyle w:val="TBItemL"/>
            </w:pPr>
          </w:p>
        </w:tc>
        <w:tc>
          <w:tcPr>
            <w:tcW w:w="1621" w:type="dxa"/>
          </w:tcPr>
          <w:p w14:paraId="3E5C4E83" w14:textId="4F7CE9A7" w:rsidR="0065616F" w:rsidRDefault="0065616F" w:rsidP="0065616F">
            <w:pPr>
              <w:pStyle w:val="TBItemL"/>
            </w:pPr>
          </w:p>
        </w:tc>
        <w:tc>
          <w:tcPr>
            <w:tcW w:w="1890" w:type="dxa"/>
          </w:tcPr>
          <w:p w14:paraId="763CC2BD" w14:textId="3D1AFD87" w:rsidR="0065616F" w:rsidRDefault="0065616F" w:rsidP="0065616F">
            <w:pPr>
              <w:pStyle w:val="TBItemL"/>
            </w:pPr>
          </w:p>
        </w:tc>
        <w:tc>
          <w:tcPr>
            <w:tcW w:w="5328" w:type="dxa"/>
          </w:tcPr>
          <w:p w14:paraId="1407D3FC" w14:textId="1CA69125" w:rsidR="0065616F" w:rsidRDefault="0065616F" w:rsidP="0065616F">
            <w:pPr>
              <w:pStyle w:val="TBItemL"/>
            </w:pPr>
          </w:p>
        </w:tc>
      </w:tr>
      <w:tr w:rsidR="00076991" w:rsidRPr="001504FE" w14:paraId="1A7431FF" w14:textId="77777777" w:rsidTr="00A074FC">
        <w:trPr>
          <w:cantSplit/>
          <w:jc w:val="center"/>
        </w:trPr>
        <w:tc>
          <w:tcPr>
            <w:tcW w:w="737" w:type="dxa"/>
          </w:tcPr>
          <w:p w14:paraId="02CA7FC5" w14:textId="5446667E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2D944DF5" w14:textId="2F225C94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2D7F7BFC" w14:textId="68C02A4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0EC44412" w14:textId="0DC20ED8" w:rsidR="00076991" w:rsidRDefault="00076991" w:rsidP="00076991">
            <w:pPr>
              <w:pStyle w:val="TBItemL"/>
            </w:pPr>
          </w:p>
        </w:tc>
      </w:tr>
      <w:tr w:rsidR="00076991" w:rsidRPr="001504FE" w14:paraId="4F0D3763" w14:textId="77777777" w:rsidTr="00A074FC">
        <w:trPr>
          <w:cantSplit/>
          <w:jc w:val="center"/>
        </w:trPr>
        <w:tc>
          <w:tcPr>
            <w:tcW w:w="737" w:type="dxa"/>
          </w:tcPr>
          <w:p w14:paraId="12D3ACA2" w14:textId="0748D3AC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5D9274E7" w14:textId="5174C225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569BA8A5" w14:textId="6A015DB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2CA19CE8" w14:textId="2BD6C99D" w:rsidR="00076991" w:rsidRDefault="00076991" w:rsidP="00076991">
            <w:pPr>
              <w:pStyle w:val="TBItemL"/>
            </w:pPr>
          </w:p>
        </w:tc>
      </w:tr>
    </w:tbl>
    <w:p w14:paraId="6223230C" w14:textId="77777777" w:rsidR="005B467B" w:rsidRPr="00512567" w:rsidRDefault="005B467B" w:rsidP="00BF1A61">
      <w:pPr>
        <w:pStyle w:val="Heading1"/>
        <w:numPr>
          <w:ilvl w:val="0"/>
          <w:numId w:val="18"/>
        </w:numPr>
      </w:pPr>
      <w:r w:rsidRPr="005B467B">
        <w:br w:type="page"/>
      </w:r>
      <w:r w:rsidRPr="00512567">
        <w:lastRenderedPageBreak/>
        <w:t>Purpose</w:t>
      </w:r>
    </w:p>
    <w:p w14:paraId="79046E21" w14:textId="77777777" w:rsidR="00FC04CF" w:rsidRPr="00FF1F4F" w:rsidRDefault="00FC04CF" w:rsidP="005B467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define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purpose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of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hardware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project,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including:</w:t>
      </w:r>
    </w:p>
    <w:p w14:paraId="3A01E1F9" w14:textId="77777777" w:rsidR="005B467B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Who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intended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user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(internal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test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card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vs.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external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customer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board)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</w:p>
    <w:p w14:paraId="7546DC34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What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processor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</w:p>
    <w:p w14:paraId="3A7AB36C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Associated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boards</w:t>
      </w:r>
    </w:p>
    <w:p w14:paraId="10420BE1" w14:textId="77777777" w:rsidR="00FC04C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Desired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Software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(Linux,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CodeWarrior,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Etc.)</w:t>
      </w:r>
    </w:p>
    <w:p w14:paraId="50CE81D1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1D5708EB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MSG, then state if MSG Applications signed off on TRD (technical requirements document).  MSG Applications must sign off on TRD before this project continues.</w:t>
      </w:r>
    </w:p>
    <w:p w14:paraId="2EFDD89E" w14:textId="77777777" w:rsidR="00AB2B4C" w:rsidRDefault="00AB2B4C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5B6BF68B" w14:textId="77777777" w:rsidR="0006641D" w:rsidRDefault="0006641D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MSG Applications team signed off on TRD.</w:t>
      </w:r>
    </w:p>
    <w:p w14:paraId="57DE27D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00AB017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NMG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and there is software required on the board (not silicon validation board)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, then state if NMG software team signed off on TRD. 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NMG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software team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must sign off on TRD before this project continues.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 If a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is doing the software, then the person coordinating the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needs to sign off on the TRD.</w:t>
      </w:r>
    </w:p>
    <w:p w14:paraId="3B638845" w14:textId="77777777" w:rsidR="0017325B" w:rsidRDefault="0017325B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746FA3B2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NMG Software team signed off on TRD.</w:t>
      </w:r>
    </w:p>
    <w:p w14:paraId="79E7C6CA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4BC23F93" w14:textId="77777777" w:rsidR="00DF51C1" w:rsidRPr="005B467B" w:rsidRDefault="00DF51C1" w:rsidP="00DF51C1">
      <w:pPr>
        <w:pStyle w:val="L1para"/>
        <w:rPr>
          <w:rFonts w:ascii="Helvetica" w:hAnsi="Helvetica"/>
          <w:vanish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not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left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blank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N/A.</w:t>
      </w:r>
    </w:p>
    <w:p w14:paraId="0853DA07" w14:textId="38D29FED" w:rsidR="005B467B" w:rsidRPr="00FC04CF" w:rsidRDefault="00D76BDA" w:rsidP="005B467B">
      <w:pPr>
        <w:pStyle w:val="L1para"/>
        <w:jc w:val="left"/>
        <w:rPr>
          <w:rFonts w:ascii="Helvetica" w:hAnsi="Helvetica"/>
          <w:color w:val="FF0000"/>
          <w:szCs w:val="24"/>
        </w:rPr>
      </w:pPr>
      <w:r>
        <w:rPr>
          <w:rFonts w:ascii="Helvetica" w:hAnsi="Helvetica"/>
          <w:color w:val="FF0000"/>
          <w:szCs w:val="24"/>
        </w:rPr>
        <w:t xml:space="preserve">This </w:t>
      </w:r>
      <w:r w:rsidRPr="00D76BDA">
        <w:rPr>
          <w:rFonts w:ascii="Helvetica" w:hAnsi="Helvetica"/>
          <w:color w:val="FF0000"/>
          <w:szCs w:val="24"/>
        </w:rPr>
        <w:t xml:space="preserve">document describes the hardware requirements for </w:t>
      </w:r>
      <w:r w:rsidR="0060504E" w:rsidRPr="0060504E">
        <w:rPr>
          <w:rFonts w:ascii="Helvetica" w:hAnsi="Helvetica"/>
          <w:color w:val="FF0000"/>
          <w:szCs w:val="24"/>
        </w:rPr>
        <w:t>OM5579/PN7150</w:t>
      </w:r>
      <w:r w:rsidR="0060504E">
        <w:rPr>
          <w:rFonts w:ascii="Helvetica" w:hAnsi="Helvetica"/>
          <w:color w:val="FF0000"/>
          <w:szCs w:val="24"/>
        </w:rPr>
        <w:t>.</w:t>
      </w:r>
    </w:p>
    <w:p w14:paraId="13DFF804" w14:textId="77777777" w:rsidR="007755C6" w:rsidRDefault="007755C6" w:rsidP="00BF1A61">
      <w:pPr>
        <w:pStyle w:val="Heading1"/>
      </w:pPr>
      <w:r>
        <w:rPr>
          <w:rFonts w:hint="eastAsia"/>
        </w:rPr>
        <w:t>Project Type</w:t>
      </w:r>
    </w:p>
    <w:p w14:paraId="6C98EDEB" w14:textId="3F63B09F" w:rsidR="007E07F3" w:rsidRPr="00C86A77" w:rsidRDefault="009A6385" w:rsidP="009A6385">
      <w:pPr>
        <w:pStyle w:val="Caption"/>
        <w:rPr>
          <w:lang w:eastAsia="zh-CN"/>
        </w:rPr>
      </w:pPr>
      <w:bookmarkStart w:id="3" w:name="_Hlk529829433"/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2</w:t>
      </w:r>
      <w:r w:rsidR="00CA4A89">
        <w:rPr>
          <w:noProof/>
        </w:rPr>
        <w:fldChar w:fldCharType="end"/>
      </w:r>
      <w:r>
        <w:rPr>
          <w:rFonts w:hint="eastAsia"/>
          <w:lang w:eastAsia="zh-CN"/>
        </w:rPr>
        <w:t>．</w:t>
      </w:r>
      <w:r>
        <w:rPr>
          <w:lang w:eastAsia="zh-CN"/>
        </w:rPr>
        <w:t>Project Type</w:t>
      </w:r>
    </w:p>
    <w:tbl>
      <w:tblPr>
        <w:tblW w:w="5360" w:type="dxa"/>
        <w:jc w:val="center"/>
        <w:tblLook w:val="04A0" w:firstRow="1" w:lastRow="0" w:firstColumn="1" w:lastColumn="0" w:noHBand="0" w:noVBand="1"/>
      </w:tblPr>
      <w:tblGrid>
        <w:gridCol w:w="1660"/>
        <w:gridCol w:w="3700"/>
      </w:tblGrid>
      <w:tr w:rsidR="007E07F3" w:rsidRPr="00CF7C59" w14:paraId="406DA6F6" w14:textId="77777777" w:rsidTr="007E07F3">
        <w:trPr>
          <w:trHeight w:val="57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EC354D" w14:textId="77777777" w:rsidR="007E07F3" w:rsidRPr="00CF7C59" w:rsidRDefault="007E07F3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Type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DC5983A" w14:textId="77777777" w:rsidR="007E07F3" w:rsidRPr="00CF7C59" w:rsidRDefault="007E07F3" w:rsidP="007E07F3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</w:p>
        </w:tc>
      </w:tr>
      <w:tr w:rsidR="007E07F3" w:rsidRPr="00CF7C59" w14:paraId="1C723686" w14:textId="77777777" w:rsidTr="006F4C6B">
        <w:trPr>
          <w:trHeight w:val="4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B068E" w14:textId="77777777" w:rsidR="007E07F3" w:rsidRPr="00CF7C59" w:rsidRDefault="001E311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Re-spin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-1454245688"/>
            <w14:checkbox>
              <w14:checked w14:val="0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1275199" w14:textId="2C9B63C5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MS Gothic" w:eastAsia="MS Gothic" w:hAnsi="MS Gothic" w:cs="Helvetica" w:hint="eastAsia"/>
                    <w:szCs w:val="22"/>
                    <w:lang w:eastAsia="zh-CN"/>
                  </w:rPr>
                  <w:t>☐</w:t>
                </w:r>
              </w:p>
            </w:tc>
          </w:sdtContent>
        </w:sdt>
      </w:tr>
      <w:tr w:rsidR="007E07F3" w:rsidRPr="00CF7C59" w14:paraId="3EB96763" w14:textId="77777777" w:rsidTr="007E07F3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6148" w14:textId="77777777" w:rsidR="007E07F3" w:rsidRPr="00CF7C59" w:rsidRDefault="001E3110" w:rsidP="007E07F3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Ne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w Project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1899317485"/>
            <w14:checkbox>
              <w14:checked w14:val="1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47B069C" w14:textId="75ABAFE4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Calibri" w:hAnsi="Calibri" w:cs="Calibri"/>
                    <w:szCs w:val="22"/>
                    <w:lang w:eastAsia="zh-CN"/>
                  </w:rPr>
                  <w:t>√</w:t>
                </w:r>
              </w:p>
            </w:tc>
          </w:sdtContent>
        </w:sdt>
      </w:tr>
    </w:tbl>
    <w:bookmarkEnd w:id="3"/>
    <w:p w14:paraId="0A2D1E5F" w14:textId="6BBBD709" w:rsidR="005B467B" w:rsidRDefault="001E3110" w:rsidP="00BF1A61">
      <w:pPr>
        <w:pStyle w:val="Heading1"/>
      </w:pPr>
      <w:r>
        <w:t xml:space="preserve">Re-spin </w:t>
      </w:r>
      <w:r w:rsidR="005B467B" w:rsidRPr="005B1671">
        <w:t>Requirements</w:t>
      </w:r>
    </w:p>
    <w:p w14:paraId="7FF2EB1D" w14:textId="77777777" w:rsidR="001E3110" w:rsidRDefault="001E3110" w:rsidP="00187952">
      <w:pPr>
        <w:pStyle w:val="Heading2"/>
      </w:pPr>
      <w:r>
        <w:rPr>
          <w:rFonts w:hint="eastAsia"/>
        </w:rPr>
        <w:t>Project Information</w:t>
      </w:r>
    </w:p>
    <w:p w14:paraId="25CDFEB0" w14:textId="15089624" w:rsidR="006F4C6B" w:rsidRDefault="009A6385" w:rsidP="009A6385">
      <w:pPr>
        <w:pStyle w:val="Caption"/>
      </w:pPr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3</w:t>
      </w:r>
      <w:r w:rsidR="00CA4A89">
        <w:rPr>
          <w:noProof/>
        </w:rPr>
        <w:fldChar w:fldCharType="end"/>
      </w:r>
      <w:r>
        <w:t xml:space="preserve">. </w:t>
      </w:r>
      <w:r w:rsidRPr="003A1CA1">
        <w:t>Project Information</w:t>
      </w:r>
    </w:p>
    <w:tbl>
      <w:tblPr>
        <w:tblW w:w="6658" w:type="dxa"/>
        <w:jc w:val="center"/>
        <w:tblLook w:val="04A0" w:firstRow="1" w:lastRow="0" w:firstColumn="1" w:lastColumn="0" w:noHBand="0" w:noVBand="1"/>
      </w:tblPr>
      <w:tblGrid>
        <w:gridCol w:w="3114"/>
        <w:gridCol w:w="3544"/>
      </w:tblGrid>
      <w:tr w:rsidR="006F4C6B" w:rsidRPr="00CF7C59" w14:paraId="0CFB0B4F" w14:textId="77777777" w:rsidTr="006F4C6B">
        <w:trPr>
          <w:trHeight w:val="570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B06AB8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Information</w:t>
            </w:r>
          </w:p>
        </w:tc>
      </w:tr>
      <w:tr w:rsidR="006F4C6B" w:rsidRPr="00CF7C59" w14:paraId="7BA94A79" w14:textId="77777777" w:rsidTr="006F4C6B">
        <w:trPr>
          <w:trHeight w:val="41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D8FD9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Mark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e</w:t>
            </w: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ting Part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42982" w14:textId="15B4DBB8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 w:rsidRPr="0060504E">
              <w:rPr>
                <w:rFonts w:ascii="Helvetica" w:hAnsi="Helvetica"/>
                <w:color w:val="FF0000"/>
                <w:sz w:val="24"/>
                <w:szCs w:val="24"/>
              </w:rPr>
              <w:t>OM5579/PN7150</w:t>
            </w:r>
          </w:p>
        </w:tc>
      </w:tr>
      <w:tr w:rsidR="006F4C6B" w:rsidRPr="00CF7C59" w14:paraId="70272235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F387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Agile Core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475A" w14:textId="2FF7B3D5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47954</w:t>
            </w:r>
          </w:p>
        </w:tc>
      </w:tr>
      <w:tr w:rsidR="006F4C6B" w:rsidRPr="00CF7C59" w14:paraId="46C09CF9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83547" w14:textId="77777777" w:rsidR="006F4C6B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0BF88" w14:textId="3D915396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X1</w:t>
            </w:r>
          </w:p>
        </w:tc>
      </w:tr>
      <w:tr w:rsidR="00DA1D90" w:rsidRPr="00CF7C59" w14:paraId="5B495122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EB1A0" w14:textId="5A05821D" w:rsidR="00DA1D90" w:rsidRDefault="00DA1D90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Existing TRD and 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1236F" w14:textId="6F3E74B6" w:rsidR="00DA1D90" w:rsidRPr="00CF7C59" w:rsidRDefault="00DA1D9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</w:p>
        </w:tc>
      </w:tr>
    </w:tbl>
    <w:p w14:paraId="10EC47EC" w14:textId="77777777" w:rsidR="00E61F85" w:rsidRDefault="00E61F85" w:rsidP="00187952">
      <w:pPr>
        <w:pStyle w:val="Heading2"/>
      </w:pPr>
      <w:r>
        <w:rPr>
          <w:rFonts w:hint="eastAsia"/>
        </w:rPr>
        <w:t>Changes</w:t>
      </w:r>
    </w:p>
    <w:bookmarkEnd w:id="0"/>
    <w:bookmarkEnd w:id="1"/>
    <w:bookmarkEnd w:id="2"/>
    <w:p w14:paraId="64E6B3ED" w14:textId="1B9BF77D" w:rsidR="001B0927" w:rsidRDefault="0060504E" w:rsidP="0060504E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before="0" w:after="0"/>
        <w:textAlignment w:val="auto"/>
      </w:pPr>
      <w:r w:rsidRPr="0060504E">
        <w:t>Design update from OM27151ARD. Silicon change (PN7150B0HN/C11002 --&gt; PN7150B0HN/C11006)</w:t>
      </w:r>
    </w:p>
    <w:sectPr w:rsidR="001B0927" w:rsidSect="009C34E1">
      <w:headerReference w:type="default" r:id="rId8"/>
      <w:footerReference w:type="default" r:id="rId9"/>
      <w:pgSz w:w="12240" w:h="15840" w:code="1"/>
      <w:pgMar w:top="1440" w:right="1440" w:bottom="1584" w:left="1440" w:header="720" w:footer="576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786F8" w14:textId="77777777" w:rsidR="002829A8" w:rsidRDefault="002829A8">
      <w:r>
        <w:separator/>
      </w:r>
    </w:p>
    <w:p w14:paraId="56719CA7" w14:textId="77777777" w:rsidR="002829A8" w:rsidRDefault="002829A8"/>
    <w:p w14:paraId="5F939439" w14:textId="77777777" w:rsidR="002829A8" w:rsidRDefault="002829A8"/>
  </w:endnote>
  <w:endnote w:type="continuationSeparator" w:id="0">
    <w:p w14:paraId="0CBC73B0" w14:textId="77777777" w:rsidR="002829A8" w:rsidRDefault="002829A8">
      <w:r>
        <w:continuationSeparator/>
      </w:r>
    </w:p>
    <w:p w14:paraId="34AECF06" w14:textId="77777777" w:rsidR="002829A8" w:rsidRDefault="002829A8"/>
    <w:p w14:paraId="3148F9D7" w14:textId="77777777" w:rsidR="002829A8" w:rsidRDefault="00282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8CAF8" w14:textId="7C4C2089" w:rsidR="003C29AD" w:rsidRPr="002B6AE2" w:rsidRDefault="0060504E" w:rsidP="009C34E1">
    <w:pPr>
      <w:tabs>
        <w:tab w:val="center" w:pos="4320"/>
        <w:tab w:val="right" w:pos="8640"/>
      </w:tabs>
      <w:rPr>
        <w:rFonts w:ascii="Helvetica" w:hAnsi="Helvetica"/>
        <w:snapToGrid w:val="0"/>
        <w:sz w:val="18"/>
        <w:szCs w:val="18"/>
      </w:rPr>
    </w:pPr>
    <w:r w:rsidRPr="0060504E">
      <w:rPr>
        <w:rFonts w:ascii="Helvetica" w:hAnsi="Helvetica"/>
        <w:snapToGrid w:val="0"/>
        <w:color w:val="FF0000"/>
        <w:sz w:val="18"/>
        <w:szCs w:val="18"/>
      </w:rPr>
      <w:t>OM5579/PN7150</w:t>
    </w:r>
    <w:r>
      <w:rPr>
        <w:rFonts w:ascii="Arial" w:hAnsi="Arial" w:cs="Arial"/>
        <w:color w:val="000000"/>
        <w:sz w:val="20"/>
      </w:rPr>
      <w:t xml:space="preserve"> </w:t>
    </w:r>
    <w:r w:rsidR="003C29AD">
      <w:rPr>
        <w:rFonts w:ascii="Helvetica" w:hAnsi="Helvetica"/>
        <w:snapToGrid w:val="0"/>
        <w:sz w:val="18"/>
        <w:szCs w:val="18"/>
      </w:rPr>
      <w:t xml:space="preserve">TRD Rev </w:t>
    </w:r>
    <w:r w:rsidR="00E42FBA">
      <w:rPr>
        <w:rFonts w:ascii="Helvetica" w:hAnsi="Helvetica"/>
        <w:snapToGrid w:val="0"/>
        <w:color w:val="FF0000"/>
        <w:sz w:val="18"/>
        <w:szCs w:val="18"/>
      </w:rPr>
      <w:t>A2</w:t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 w:rsidRPr="002B6AE2">
      <w:rPr>
        <w:rFonts w:ascii="Helvetica" w:hAnsi="Helvetica"/>
        <w:snapToGrid w:val="0"/>
        <w:sz w:val="18"/>
        <w:szCs w:val="18"/>
      </w:rPr>
      <w:pgNum/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of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Style w:val="PageNumber"/>
        <w:sz w:val="18"/>
        <w:szCs w:val="18"/>
      </w:rPr>
      <w:fldChar w:fldCharType="begin"/>
    </w:r>
    <w:r w:rsidR="003C29AD" w:rsidRPr="002B6AE2">
      <w:rPr>
        <w:rStyle w:val="PageNumber"/>
        <w:sz w:val="18"/>
        <w:szCs w:val="18"/>
      </w:rPr>
      <w:instrText xml:space="preserve"> NUMPAGES </w:instrText>
    </w:r>
    <w:r w:rsidR="003C29AD" w:rsidRPr="002B6AE2">
      <w:rPr>
        <w:rStyle w:val="PageNumber"/>
        <w:sz w:val="18"/>
        <w:szCs w:val="18"/>
      </w:rPr>
      <w:fldChar w:fldCharType="separate"/>
    </w:r>
    <w:r w:rsidR="00C76B45">
      <w:rPr>
        <w:rStyle w:val="PageNumber"/>
        <w:noProof/>
        <w:sz w:val="18"/>
        <w:szCs w:val="18"/>
      </w:rPr>
      <w:t>3</w:t>
    </w:r>
    <w:r w:rsidR="003C29AD" w:rsidRPr="002B6AE2">
      <w:rPr>
        <w:rStyle w:val="PageNumber"/>
        <w:sz w:val="18"/>
        <w:szCs w:val="18"/>
      </w:rPr>
      <w:fldChar w:fldCharType="end"/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>
      <w:rPr>
        <w:rFonts w:ascii="Helvetica" w:hAnsi="Helvetica"/>
        <w:snapToGrid w:val="0"/>
        <w:sz w:val="18"/>
        <w:szCs w:val="18"/>
      </w:rPr>
      <w:t xml:space="preserve">NXP </w:t>
    </w:r>
    <w:r w:rsidR="003C29AD" w:rsidRPr="002B6AE2">
      <w:rPr>
        <w:rFonts w:ascii="Helvetica" w:hAnsi="Helvetica"/>
        <w:snapToGrid w:val="0"/>
        <w:sz w:val="18"/>
        <w:szCs w:val="18"/>
      </w:rPr>
      <w:t>Internal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Use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Only</w:t>
    </w:r>
  </w:p>
  <w:p w14:paraId="72AF47A9" w14:textId="56AF7B4E" w:rsidR="003C29AD" w:rsidRPr="009C34E1" w:rsidRDefault="003C29AD" w:rsidP="009C34E1">
    <w:pPr>
      <w:pStyle w:val="Footer"/>
      <w:rPr>
        <w:rFonts w:ascii="Helvetica" w:hAnsi="Helvetica"/>
        <w:sz w:val="18"/>
        <w:szCs w:val="18"/>
      </w:rPr>
    </w:pPr>
    <w:r w:rsidRPr="002B6AE2">
      <w:rPr>
        <w:rFonts w:ascii="Helvetica" w:hAnsi="Helvetica"/>
        <w:snapToGrid w:val="0"/>
        <w:sz w:val="18"/>
        <w:szCs w:val="18"/>
      </w:rPr>
      <w:t>Created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on</w:t>
    </w:r>
    <w:r>
      <w:rPr>
        <w:rFonts w:ascii="Helvetica" w:hAnsi="Helvetica"/>
        <w:snapToGrid w:val="0"/>
        <w:sz w:val="18"/>
        <w:szCs w:val="18"/>
      </w:rPr>
      <w:t xml:space="preserve"> </w:t>
    </w:r>
    <w:r w:rsidR="00E42FBA">
      <w:rPr>
        <w:rFonts w:ascii="Helvetica" w:hAnsi="Helvetica"/>
        <w:snapToGrid w:val="0"/>
        <w:color w:val="FF0000"/>
        <w:sz w:val="18"/>
        <w:szCs w:val="18"/>
      </w:rPr>
      <w:t>17</w:t>
    </w:r>
    <w:r w:rsidR="00186327">
      <w:rPr>
        <w:rFonts w:ascii="Helvetica" w:hAnsi="Helvetica"/>
        <w:snapToGrid w:val="0"/>
        <w:color w:val="FF0000"/>
        <w:sz w:val="18"/>
        <w:szCs w:val="18"/>
      </w:rPr>
      <w:t>-</w:t>
    </w:r>
    <w:r w:rsidR="00E42FBA">
      <w:rPr>
        <w:rFonts w:ascii="Helvetica" w:hAnsi="Helvetica"/>
        <w:snapToGrid w:val="0"/>
        <w:color w:val="FF0000"/>
        <w:sz w:val="18"/>
        <w:szCs w:val="18"/>
      </w:rPr>
      <w:t>05</w:t>
    </w:r>
    <w:r>
      <w:rPr>
        <w:rFonts w:ascii="Helvetica" w:hAnsi="Helvetica"/>
        <w:snapToGrid w:val="0"/>
        <w:color w:val="FF0000"/>
        <w:sz w:val="18"/>
        <w:szCs w:val="18"/>
      </w:rPr>
      <w:t>-20</w:t>
    </w:r>
    <w:r w:rsidR="00E044F1">
      <w:rPr>
        <w:rFonts w:ascii="Helvetica" w:hAnsi="Helvetica"/>
        <w:snapToGrid w:val="0"/>
        <w:color w:val="FF0000"/>
        <w:sz w:val="18"/>
        <w:szCs w:val="18"/>
      </w:rPr>
      <w:t>2</w:t>
    </w:r>
    <w:r w:rsidR="00E42FBA">
      <w:rPr>
        <w:rFonts w:ascii="Helvetica" w:hAnsi="Helvetica"/>
        <w:snapToGrid w:val="0"/>
        <w:color w:val="FF0000"/>
        <w:sz w:val="18"/>
        <w:szCs w:val="18"/>
      </w:rPr>
      <w:t>1</w:t>
    </w:r>
    <w:r w:rsidRPr="002B6AE2">
      <w:rPr>
        <w:rFonts w:ascii="Helvetica" w:hAnsi="Helvetica"/>
        <w:snapToGrid w:val="0"/>
        <w:sz w:val="18"/>
        <w:szCs w:val="18"/>
      </w:rPr>
      <w:tab/>
    </w:r>
    <w:r w:rsidRPr="002B6AE2">
      <w:rPr>
        <w:rFonts w:ascii="Helvetica" w:hAnsi="Helvetica"/>
        <w:snapToGrid w:val="0"/>
        <w:sz w:val="18"/>
        <w:szCs w:val="18"/>
      </w:rPr>
      <w:tab/>
      <w:t>Agile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Document:</w:t>
    </w:r>
    <w:r>
      <w:rPr>
        <w:rFonts w:ascii="Helvetica" w:hAnsi="Helvetica"/>
        <w:snapToGrid w:val="0"/>
        <w:sz w:val="18"/>
        <w:szCs w:val="18"/>
      </w:rPr>
      <w:t xml:space="preserve"> TRD</w:t>
    </w:r>
    <w:r w:rsidRPr="002B6AE2">
      <w:rPr>
        <w:rFonts w:ascii="Helvetica" w:hAnsi="Helvetica"/>
        <w:snapToGrid w:val="0"/>
        <w:sz w:val="18"/>
        <w:szCs w:val="18"/>
      </w:rPr>
      <w:t>-</w:t>
    </w:r>
    <w:r w:rsidR="0060504E">
      <w:rPr>
        <w:rFonts w:ascii="Helvetica" w:hAnsi="Helvetica"/>
        <w:snapToGrid w:val="0"/>
        <w:color w:val="FF0000"/>
        <w:sz w:val="18"/>
        <w:szCs w:val="18"/>
      </w:rPr>
      <w:t>47954</w:t>
    </w:r>
    <w:r w:rsidRPr="002B6AE2">
      <w:rPr>
        <w:rFonts w:ascii="Helvetica" w:hAnsi="Helvetica"/>
        <w:snapToGrid w:val="0"/>
        <w:sz w:val="18"/>
        <w:szCs w:val="18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598BC" w14:textId="77777777" w:rsidR="002829A8" w:rsidRDefault="002829A8">
      <w:r>
        <w:separator/>
      </w:r>
    </w:p>
    <w:p w14:paraId="165136A5" w14:textId="77777777" w:rsidR="002829A8" w:rsidRDefault="002829A8"/>
    <w:p w14:paraId="44AA2352" w14:textId="77777777" w:rsidR="002829A8" w:rsidRDefault="002829A8"/>
  </w:footnote>
  <w:footnote w:type="continuationSeparator" w:id="0">
    <w:p w14:paraId="4F587602" w14:textId="77777777" w:rsidR="002829A8" w:rsidRDefault="002829A8">
      <w:r>
        <w:continuationSeparator/>
      </w:r>
    </w:p>
    <w:p w14:paraId="0FB3FD60" w14:textId="77777777" w:rsidR="002829A8" w:rsidRDefault="002829A8"/>
    <w:p w14:paraId="070C0CC4" w14:textId="77777777" w:rsidR="002829A8" w:rsidRDefault="002829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E1650" w14:textId="77777777" w:rsidR="003C29AD" w:rsidRPr="00BB3D4A" w:rsidRDefault="003C29AD" w:rsidP="000C2FAF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41E179" wp14:editId="1B739CED">
              <wp:simplePos x="0" y="0"/>
              <wp:positionH relativeFrom="column">
                <wp:posOffset>-6350</wp:posOffset>
              </wp:positionH>
              <wp:positionV relativeFrom="paragraph">
                <wp:posOffset>201295</wp:posOffset>
              </wp:positionV>
              <wp:extent cx="5937250" cy="0"/>
              <wp:effectExtent l="69850" t="67945" r="69850" b="6540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7250" cy="0"/>
                      </a:xfrm>
                      <a:prstGeom prst="line">
                        <a:avLst/>
                      </a:prstGeom>
                      <a:noFill/>
                      <a:ln w="1270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6FEDD5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5.85pt" to="467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" strokecolor="#969696" strokeweight="10pt"/>
          </w:pict>
        </mc:Fallback>
      </mc:AlternateContent>
    </w:r>
  </w:p>
  <w:p w14:paraId="279AE157" w14:textId="77777777" w:rsidR="003C29AD" w:rsidRDefault="003C29AD" w:rsidP="00A074FC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0047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7A82A72"/>
    <w:lvl w:ilvl="0">
      <w:start w:val="1"/>
      <w:numFmt w:val="lowerLetter"/>
      <w:pStyle w:val="ListNumber4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F2ECDA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EE435A8"/>
    <w:lvl w:ilvl="0">
      <w:start w:val="1"/>
      <w:numFmt w:val="decimal"/>
      <w:pStyle w:val="ListNumber2"/>
      <w:lvlText w:val="%1.)"/>
      <w:lvlJc w:val="left"/>
      <w:pPr>
        <w:tabs>
          <w:tab w:val="num" w:pos="1368"/>
        </w:tabs>
        <w:ind w:left="1368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B807786"/>
    <w:lvl w:ilvl="0">
      <w:start w:val="1"/>
      <w:numFmt w:val="bullet"/>
      <w:pStyle w:val="ListBullet5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9E12DE"/>
    <w:lvl w:ilvl="0">
      <w:start w:val="1"/>
      <w:numFmt w:val="bullet"/>
      <w:pStyle w:val="ListBullet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</w:abstractNum>
  <w:abstractNum w:abstractNumId="6" w15:restartNumberingAfterBreak="0">
    <w:nsid w:val="FFFFFF82"/>
    <w:multiLevelType w:val="singleLevel"/>
    <w:tmpl w:val="D37025C4"/>
    <w:lvl w:ilvl="0">
      <w:start w:val="1"/>
      <w:numFmt w:val="bullet"/>
      <w:pStyle w:val="ListBullet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7E40D6"/>
    <w:lvl w:ilvl="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1E5D7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7EAE436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</w:abstractNum>
  <w:abstractNum w:abstractNumId="10" w15:restartNumberingAfterBreak="0">
    <w:nsid w:val="00403B94"/>
    <w:multiLevelType w:val="multilevel"/>
    <w:tmpl w:val="0D96AD2C"/>
    <w:styleLink w:val="CurrentList1"/>
    <w:lvl w:ilvl="0">
      <w:start w:val="1"/>
      <w:numFmt w:val="bullet"/>
      <w:lvlText w:val=""/>
      <w:lvlJc w:val="left"/>
      <w:pPr>
        <w:tabs>
          <w:tab w:val="num" w:pos="432"/>
        </w:tabs>
        <w:ind w:left="432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06A523E9"/>
    <w:multiLevelType w:val="hybridMultilevel"/>
    <w:tmpl w:val="A762D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76BE8"/>
    <w:multiLevelType w:val="hybridMultilevel"/>
    <w:tmpl w:val="45A6552E"/>
    <w:lvl w:ilvl="0" w:tplc="20662D36">
      <w:start w:val="1"/>
      <w:numFmt w:val="decimal"/>
      <w:pStyle w:val="Footnote"/>
      <w:lvlText w:val="%1)"/>
      <w:lvlJc w:val="left"/>
      <w:pPr>
        <w:tabs>
          <w:tab w:val="num" w:pos="432"/>
        </w:tabs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Heading3App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7C5716"/>
    <w:multiLevelType w:val="hybridMultilevel"/>
    <w:tmpl w:val="6ABE6FDE"/>
    <w:lvl w:ilvl="0" w:tplc="1F569A6A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9F193B"/>
    <w:multiLevelType w:val="hybridMultilevel"/>
    <w:tmpl w:val="3036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62290"/>
    <w:multiLevelType w:val="multilevel"/>
    <w:tmpl w:val="44888408"/>
    <w:lvl w:ilvl="0">
      <w:start w:val="1"/>
      <w:numFmt w:val="upperLetter"/>
      <w:suff w:val="nothing"/>
      <w:lvlText w:val="Appendix 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pStyle w:val="Heading2App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Restart w:val="0"/>
      <w:pStyle w:val="Heading4App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7C45CC4"/>
    <w:multiLevelType w:val="hybridMultilevel"/>
    <w:tmpl w:val="618A5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6263B"/>
    <w:multiLevelType w:val="hybridMultilevel"/>
    <w:tmpl w:val="D28C01A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1ADC1B2E"/>
    <w:multiLevelType w:val="hybridMultilevel"/>
    <w:tmpl w:val="C3BC8E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2C43CA"/>
    <w:multiLevelType w:val="hybridMultilevel"/>
    <w:tmpl w:val="3F225156"/>
    <w:lvl w:ilvl="0" w:tplc="E1A2B8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3604D7"/>
    <w:multiLevelType w:val="hybridMultilevel"/>
    <w:tmpl w:val="1C206F00"/>
    <w:lvl w:ilvl="0" w:tplc="AFA01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1A7BEC"/>
    <w:multiLevelType w:val="hybridMultilevel"/>
    <w:tmpl w:val="E0D030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EC32DE"/>
    <w:multiLevelType w:val="hybridMultilevel"/>
    <w:tmpl w:val="AE7EC6D6"/>
    <w:lvl w:ilvl="0" w:tplc="3C96C7D2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0E6825"/>
    <w:multiLevelType w:val="hybridMultilevel"/>
    <w:tmpl w:val="612AF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BCA101A"/>
    <w:multiLevelType w:val="multilevel"/>
    <w:tmpl w:val="0D96AD2C"/>
    <w:numStyleLink w:val="CurrentList1"/>
  </w:abstractNum>
  <w:abstractNum w:abstractNumId="25" w15:restartNumberingAfterBreak="0">
    <w:nsid w:val="2D1C593F"/>
    <w:multiLevelType w:val="hybridMultilevel"/>
    <w:tmpl w:val="7C765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A84837"/>
    <w:multiLevelType w:val="multilevel"/>
    <w:tmpl w:val="AB4295B8"/>
    <w:lvl w:ilvl="0">
      <w:start w:val="2"/>
      <w:numFmt w:val="decimal"/>
      <w:pStyle w:val="L1num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L1num"/>
      <w:lvlText w:val="%1.%2"/>
      <w:lvlJc w:val="left"/>
      <w:pPr>
        <w:tabs>
          <w:tab w:val="num" w:pos="699"/>
        </w:tabs>
        <w:ind w:left="699" w:hanging="600"/>
      </w:pPr>
      <w:rPr>
        <w:rFonts w:hint="default"/>
        <w:b/>
        <w:i w:val="0"/>
      </w:rPr>
    </w:lvl>
    <w:lvl w:ilvl="2">
      <w:start w:val="1"/>
      <w:numFmt w:val="decimal"/>
      <w:pStyle w:val="L2num"/>
      <w:lvlText w:val="%1.%2.%3"/>
      <w:lvlJc w:val="left"/>
      <w:pPr>
        <w:tabs>
          <w:tab w:val="num" w:pos="918"/>
        </w:tabs>
        <w:ind w:left="91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3"/>
        </w:tabs>
        <w:ind w:left="2133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27" w15:restartNumberingAfterBreak="0">
    <w:nsid w:val="43EB54C2"/>
    <w:multiLevelType w:val="hybridMultilevel"/>
    <w:tmpl w:val="CB342B88"/>
    <w:lvl w:ilvl="0" w:tplc="F56CC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043DEE"/>
    <w:multiLevelType w:val="hybridMultilevel"/>
    <w:tmpl w:val="370AD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51B92"/>
    <w:multiLevelType w:val="hybridMultilevel"/>
    <w:tmpl w:val="A92C9162"/>
    <w:lvl w:ilvl="0" w:tplc="A5C04CD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142192D"/>
    <w:multiLevelType w:val="hybridMultilevel"/>
    <w:tmpl w:val="4BCC6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B3CF5"/>
    <w:multiLevelType w:val="multilevel"/>
    <w:tmpl w:val="0D96AD2C"/>
    <w:numStyleLink w:val="CurrentList1"/>
  </w:abstractNum>
  <w:abstractNum w:abstractNumId="32" w15:restartNumberingAfterBreak="0">
    <w:nsid w:val="577618E9"/>
    <w:multiLevelType w:val="hybridMultilevel"/>
    <w:tmpl w:val="A322CFF2"/>
    <w:lvl w:ilvl="0" w:tplc="0D8C16EC">
      <w:start w:val="1"/>
      <w:numFmt w:val="bullet"/>
      <w:pStyle w:val="TBItemBul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D7DA5"/>
    <w:multiLevelType w:val="multilevel"/>
    <w:tmpl w:val="4246EFCA"/>
    <w:lvl w:ilvl="0">
      <w:start w:val="1"/>
      <w:numFmt w:val="upperLetter"/>
      <w:pStyle w:val="Heading1App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4537F6E"/>
    <w:multiLevelType w:val="multilevel"/>
    <w:tmpl w:val="940CF45C"/>
    <w:lvl w:ilvl="0">
      <w:start w:val="1"/>
      <w:numFmt w:val="decimal"/>
      <w:pStyle w:val="Heading1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1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60C34B4"/>
    <w:multiLevelType w:val="hybridMultilevel"/>
    <w:tmpl w:val="53B6E29A"/>
    <w:lvl w:ilvl="0" w:tplc="C9BA5A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D0F61"/>
    <w:multiLevelType w:val="hybridMultilevel"/>
    <w:tmpl w:val="698233F4"/>
    <w:lvl w:ilvl="0" w:tplc="6BDA0BAE">
      <w:start w:val="1"/>
      <w:numFmt w:val="bullet"/>
      <w:pStyle w:val="NoteB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21385"/>
    <w:multiLevelType w:val="hybridMultilevel"/>
    <w:tmpl w:val="31445DE4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8" w15:restartNumberingAfterBreak="0">
    <w:nsid w:val="7E113346"/>
    <w:multiLevelType w:val="multilevel"/>
    <w:tmpl w:val="0D96AD2C"/>
    <w:numStyleLink w:val="CurrentList1"/>
  </w:abstractNum>
  <w:abstractNum w:abstractNumId="39" w15:restartNumberingAfterBreak="0">
    <w:nsid w:val="7F762F7A"/>
    <w:multiLevelType w:val="hybridMultilevel"/>
    <w:tmpl w:val="432EB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3"/>
  </w:num>
  <w:num w:numId="9">
    <w:abstractNumId w:val="15"/>
  </w:num>
  <w:num w:numId="10">
    <w:abstractNumId w:val="12"/>
  </w:num>
  <w:num w:numId="11">
    <w:abstractNumId w:val="9"/>
  </w:num>
  <w:num w:numId="12">
    <w:abstractNumId w:val="36"/>
  </w:num>
  <w:num w:numId="13">
    <w:abstractNumId w:val="32"/>
  </w:num>
  <w:num w:numId="14">
    <w:abstractNumId w:val="34"/>
  </w:num>
  <w:num w:numId="15">
    <w:abstractNumId w:val="26"/>
  </w:num>
  <w:num w:numId="16">
    <w:abstractNumId w:val="22"/>
  </w:num>
  <w:num w:numId="17">
    <w:abstractNumId w:val="23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1"/>
  </w:num>
  <w:num w:numId="21">
    <w:abstractNumId w:val="17"/>
  </w:num>
  <w:num w:numId="22">
    <w:abstractNumId w:val="38"/>
  </w:num>
  <w:num w:numId="23">
    <w:abstractNumId w:val="3"/>
  </w:num>
  <w:num w:numId="24">
    <w:abstractNumId w:val="13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16"/>
  </w:num>
  <w:num w:numId="27">
    <w:abstractNumId w:val="29"/>
  </w:num>
  <w:num w:numId="28">
    <w:abstractNumId w:val="30"/>
  </w:num>
  <w:num w:numId="29">
    <w:abstractNumId w:val="37"/>
  </w:num>
  <w:num w:numId="30">
    <w:abstractNumId w:val="20"/>
  </w:num>
  <w:num w:numId="31">
    <w:abstractNumId w:val="21"/>
  </w:num>
  <w:num w:numId="32">
    <w:abstractNumId w:val="39"/>
  </w:num>
  <w:num w:numId="33">
    <w:abstractNumId w:val="14"/>
  </w:num>
  <w:num w:numId="34">
    <w:abstractNumId w:val="25"/>
  </w:num>
  <w:num w:numId="35">
    <w:abstractNumId w:val="24"/>
  </w:num>
  <w:num w:numId="36">
    <w:abstractNumId w:val="19"/>
  </w:num>
  <w:num w:numId="37">
    <w:abstractNumId w:val="35"/>
  </w:num>
  <w:num w:numId="38">
    <w:abstractNumId w:val="11"/>
  </w:num>
  <w:num w:numId="39">
    <w:abstractNumId w:val="18"/>
  </w:num>
  <w:num w:numId="40">
    <w:abstractNumId w:val="34"/>
  </w:num>
  <w:num w:numId="41">
    <w:abstractNumId w:val="28"/>
  </w:num>
  <w:num w:numId="4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9"/>
  <w:drawingGridVerticalSpacing w:val="29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06c,#06f,#0064c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LX_CT_Tags_MaxCount" w:val="0"/>
  </w:docVars>
  <w:rsids>
    <w:rsidRoot w:val="008F4D8B"/>
    <w:rsid w:val="00000BFA"/>
    <w:rsid w:val="00000EF7"/>
    <w:rsid w:val="000032D7"/>
    <w:rsid w:val="0000334C"/>
    <w:rsid w:val="00004EB4"/>
    <w:rsid w:val="000058A9"/>
    <w:rsid w:val="00005CDA"/>
    <w:rsid w:val="000068A1"/>
    <w:rsid w:val="000103F3"/>
    <w:rsid w:val="00011661"/>
    <w:rsid w:val="00013B12"/>
    <w:rsid w:val="000145E2"/>
    <w:rsid w:val="000147B7"/>
    <w:rsid w:val="000154D9"/>
    <w:rsid w:val="00015C34"/>
    <w:rsid w:val="00016ED8"/>
    <w:rsid w:val="00017C50"/>
    <w:rsid w:val="00020841"/>
    <w:rsid w:val="000214FD"/>
    <w:rsid w:val="000222C1"/>
    <w:rsid w:val="00022788"/>
    <w:rsid w:val="000231FE"/>
    <w:rsid w:val="00025702"/>
    <w:rsid w:val="00026939"/>
    <w:rsid w:val="00026D5B"/>
    <w:rsid w:val="00030004"/>
    <w:rsid w:val="000318D8"/>
    <w:rsid w:val="00031CAF"/>
    <w:rsid w:val="000327AF"/>
    <w:rsid w:val="00033425"/>
    <w:rsid w:val="0003436A"/>
    <w:rsid w:val="00035102"/>
    <w:rsid w:val="00036509"/>
    <w:rsid w:val="000368BC"/>
    <w:rsid w:val="00037006"/>
    <w:rsid w:val="0004067D"/>
    <w:rsid w:val="00040D74"/>
    <w:rsid w:val="00041F41"/>
    <w:rsid w:val="00042F3B"/>
    <w:rsid w:val="000431B6"/>
    <w:rsid w:val="00045019"/>
    <w:rsid w:val="0004523A"/>
    <w:rsid w:val="00045876"/>
    <w:rsid w:val="0004611B"/>
    <w:rsid w:val="0004688F"/>
    <w:rsid w:val="00046DB7"/>
    <w:rsid w:val="0005061B"/>
    <w:rsid w:val="00053A95"/>
    <w:rsid w:val="0005455F"/>
    <w:rsid w:val="00056269"/>
    <w:rsid w:val="00060D4D"/>
    <w:rsid w:val="00061254"/>
    <w:rsid w:val="000613DA"/>
    <w:rsid w:val="00062735"/>
    <w:rsid w:val="00062C64"/>
    <w:rsid w:val="00062EA5"/>
    <w:rsid w:val="00062FA9"/>
    <w:rsid w:val="000649DB"/>
    <w:rsid w:val="0006523E"/>
    <w:rsid w:val="00065713"/>
    <w:rsid w:val="00065B94"/>
    <w:rsid w:val="0006641D"/>
    <w:rsid w:val="00066592"/>
    <w:rsid w:val="00066648"/>
    <w:rsid w:val="0006711F"/>
    <w:rsid w:val="000702B4"/>
    <w:rsid w:val="0007060F"/>
    <w:rsid w:val="000711D6"/>
    <w:rsid w:val="00071D0F"/>
    <w:rsid w:val="0007204A"/>
    <w:rsid w:val="0007204F"/>
    <w:rsid w:val="000725C5"/>
    <w:rsid w:val="0007286C"/>
    <w:rsid w:val="000741E1"/>
    <w:rsid w:val="0007439E"/>
    <w:rsid w:val="00074EDA"/>
    <w:rsid w:val="00076991"/>
    <w:rsid w:val="000772AF"/>
    <w:rsid w:val="00077529"/>
    <w:rsid w:val="00077697"/>
    <w:rsid w:val="00080548"/>
    <w:rsid w:val="00082290"/>
    <w:rsid w:val="00082E8B"/>
    <w:rsid w:val="00082F04"/>
    <w:rsid w:val="0008363E"/>
    <w:rsid w:val="00083A35"/>
    <w:rsid w:val="000842E3"/>
    <w:rsid w:val="000849D9"/>
    <w:rsid w:val="00084D9D"/>
    <w:rsid w:val="00085080"/>
    <w:rsid w:val="00090952"/>
    <w:rsid w:val="000917DD"/>
    <w:rsid w:val="0009252E"/>
    <w:rsid w:val="000947BB"/>
    <w:rsid w:val="00094B89"/>
    <w:rsid w:val="00095E7E"/>
    <w:rsid w:val="00095F41"/>
    <w:rsid w:val="000964AC"/>
    <w:rsid w:val="000A222C"/>
    <w:rsid w:val="000A38B7"/>
    <w:rsid w:val="000A5D3C"/>
    <w:rsid w:val="000A6A46"/>
    <w:rsid w:val="000A7583"/>
    <w:rsid w:val="000B0D7F"/>
    <w:rsid w:val="000B0E42"/>
    <w:rsid w:val="000B1057"/>
    <w:rsid w:val="000B14C2"/>
    <w:rsid w:val="000B266C"/>
    <w:rsid w:val="000B292F"/>
    <w:rsid w:val="000B350E"/>
    <w:rsid w:val="000B6C6B"/>
    <w:rsid w:val="000C0332"/>
    <w:rsid w:val="000C0426"/>
    <w:rsid w:val="000C1AF3"/>
    <w:rsid w:val="000C24AF"/>
    <w:rsid w:val="000C2C56"/>
    <w:rsid w:val="000C2FAF"/>
    <w:rsid w:val="000C3D4D"/>
    <w:rsid w:val="000C4928"/>
    <w:rsid w:val="000C552B"/>
    <w:rsid w:val="000C5CD1"/>
    <w:rsid w:val="000C64DB"/>
    <w:rsid w:val="000C6E42"/>
    <w:rsid w:val="000C7973"/>
    <w:rsid w:val="000D157B"/>
    <w:rsid w:val="000D2890"/>
    <w:rsid w:val="000D28B3"/>
    <w:rsid w:val="000D3451"/>
    <w:rsid w:val="000D346B"/>
    <w:rsid w:val="000D3E56"/>
    <w:rsid w:val="000D58B3"/>
    <w:rsid w:val="000D6BCB"/>
    <w:rsid w:val="000E18E6"/>
    <w:rsid w:val="000E2068"/>
    <w:rsid w:val="000E2D1D"/>
    <w:rsid w:val="000E31CB"/>
    <w:rsid w:val="000E6281"/>
    <w:rsid w:val="000E7D91"/>
    <w:rsid w:val="000F05D9"/>
    <w:rsid w:val="000F0D50"/>
    <w:rsid w:val="000F0FEA"/>
    <w:rsid w:val="000F19C6"/>
    <w:rsid w:val="000F1FE9"/>
    <w:rsid w:val="000F2176"/>
    <w:rsid w:val="000F26BD"/>
    <w:rsid w:val="000F2CA8"/>
    <w:rsid w:val="000F4FDD"/>
    <w:rsid w:val="000F7BE1"/>
    <w:rsid w:val="001015AB"/>
    <w:rsid w:val="001021E4"/>
    <w:rsid w:val="00103511"/>
    <w:rsid w:val="0010362E"/>
    <w:rsid w:val="00106019"/>
    <w:rsid w:val="00106277"/>
    <w:rsid w:val="00110CC3"/>
    <w:rsid w:val="00111D22"/>
    <w:rsid w:val="001128A0"/>
    <w:rsid w:val="001150EC"/>
    <w:rsid w:val="001153CF"/>
    <w:rsid w:val="00116FA7"/>
    <w:rsid w:val="00117301"/>
    <w:rsid w:val="00117ADD"/>
    <w:rsid w:val="00121773"/>
    <w:rsid w:val="00122445"/>
    <w:rsid w:val="001235A9"/>
    <w:rsid w:val="0012431F"/>
    <w:rsid w:val="001278AC"/>
    <w:rsid w:val="001278EA"/>
    <w:rsid w:val="0013070C"/>
    <w:rsid w:val="00131273"/>
    <w:rsid w:val="00134B3F"/>
    <w:rsid w:val="00135D22"/>
    <w:rsid w:val="00137C3F"/>
    <w:rsid w:val="00140F20"/>
    <w:rsid w:val="00141E9C"/>
    <w:rsid w:val="00143BAB"/>
    <w:rsid w:val="00144C95"/>
    <w:rsid w:val="0014709B"/>
    <w:rsid w:val="001504FE"/>
    <w:rsid w:val="00150B34"/>
    <w:rsid w:val="00151895"/>
    <w:rsid w:val="00151BB7"/>
    <w:rsid w:val="00151CE8"/>
    <w:rsid w:val="00151E44"/>
    <w:rsid w:val="00151E7C"/>
    <w:rsid w:val="0015296F"/>
    <w:rsid w:val="00154724"/>
    <w:rsid w:val="00155E02"/>
    <w:rsid w:val="001561B4"/>
    <w:rsid w:val="00161646"/>
    <w:rsid w:val="0016235A"/>
    <w:rsid w:val="001623B4"/>
    <w:rsid w:val="00162E62"/>
    <w:rsid w:val="00163376"/>
    <w:rsid w:val="001633D1"/>
    <w:rsid w:val="0016446D"/>
    <w:rsid w:val="00167963"/>
    <w:rsid w:val="0017139D"/>
    <w:rsid w:val="00172EF2"/>
    <w:rsid w:val="0017325B"/>
    <w:rsid w:val="001740C2"/>
    <w:rsid w:val="00174B9F"/>
    <w:rsid w:val="00175283"/>
    <w:rsid w:val="0017687C"/>
    <w:rsid w:val="001779A0"/>
    <w:rsid w:val="00180089"/>
    <w:rsid w:val="00181DB3"/>
    <w:rsid w:val="0018227A"/>
    <w:rsid w:val="001825A6"/>
    <w:rsid w:val="00182D6E"/>
    <w:rsid w:val="0018322A"/>
    <w:rsid w:val="00184292"/>
    <w:rsid w:val="001856B3"/>
    <w:rsid w:val="00186327"/>
    <w:rsid w:val="00187952"/>
    <w:rsid w:val="00192102"/>
    <w:rsid w:val="00193093"/>
    <w:rsid w:val="00193613"/>
    <w:rsid w:val="001936C8"/>
    <w:rsid w:val="00193A5F"/>
    <w:rsid w:val="0019410C"/>
    <w:rsid w:val="00195AD9"/>
    <w:rsid w:val="00197134"/>
    <w:rsid w:val="001A0608"/>
    <w:rsid w:val="001A1D0A"/>
    <w:rsid w:val="001A23F6"/>
    <w:rsid w:val="001A318D"/>
    <w:rsid w:val="001A38FF"/>
    <w:rsid w:val="001A40A4"/>
    <w:rsid w:val="001A5473"/>
    <w:rsid w:val="001B04E6"/>
    <w:rsid w:val="001B0927"/>
    <w:rsid w:val="001B0ACD"/>
    <w:rsid w:val="001B10ED"/>
    <w:rsid w:val="001B1B36"/>
    <w:rsid w:val="001B2140"/>
    <w:rsid w:val="001B2820"/>
    <w:rsid w:val="001B2A5F"/>
    <w:rsid w:val="001B50CE"/>
    <w:rsid w:val="001B6314"/>
    <w:rsid w:val="001B6420"/>
    <w:rsid w:val="001B6706"/>
    <w:rsid w:val="001B6A7A"/>
    <w:rsid w:val="001B722F"/>
    <w:rsid w:val="001B7E05"/>
    <w:rsid w:val="001B7F3D"/>
    <w:rsid w:val="001C057D"/>
    <w:rsid w:val="001C06BB"/>
    <w:rsid w:val="001C0C9C"/>
    <w:rsid w:val="001C1B87"/>
    <w:rsid w:val="001C32FC"/>
    <w:rsid w:val="001C4BC7"/>
    <w:rsid w:val="001C4FE9"/>
    <w:rsid w:val="001C59D7"/>
    <w:rsid w:val="001C71E6"/>
    <w:rsid w:val="001D06FA"/>
    <w:rsid w:val="001D28E8"/>
    <w:rsid w:val="001E0934"/>
    <w:rsid w:val="001E2CBF"/>
    <w:rsid w:val="001E3110"/>
    <w:rsid w:val="001E47B0"/>
    <w:rsid w:val="001E6022"/>
    <w:rsid w:val="001E78DB"/>
    <w:rsid w:val="001F0907"/>
    <w:rsid w:val="001F126E"/>
    <w:rsid w:val="001F16AA"/>
    <w:rsid w:val="001F70A1"/>
    <w:rsid w:val="0020146C"/>
    <w:rsid w:val="002016BD"/>
    <w:rsid w:val="002031EB"/>
    <w:rsid w:val="002058B7"/>
    <w:rsid w:val="002062A8"/>
    <w:rsid w:val="0020797F"/>
    <w:rsid w:val="002101F9"/>
    <w:rsid w:val="00210676"/>
    <w:rsid w:val="00210BDA"/>
    <w:rsid w:val="00210D08"/>
    <w:rsid w:val="002127B8"/>
    <w:rsid w:val="00212A80"/>
    <w:rsid w:val="00213DB6"/>
    <w:rsid w:val="00214795"/>
    <w:rsid w:val="00216AE6"/>
    <w:rsid w:val="00216C03"/>
    <w:rsid w:val="00217A03"/>
    <w:rsid w:val="00217EFA"/>
    <w:rsid w:val="00220487"/>
    <w:rsid w:val="002210BD"/>
    <w:rsid w:val="0022136F"/>
    <w:rsid w:val="00221F25"/>
    <w:rsid w:val="00222101"/>
    <w:rsid w:val="00222967"/>
    <w:rsid w:val="00222E28"/>
    <w:rsid w:val="0022332C"/>
    <w:rsid w:val="002239C8"/>
    <w:rsid w:val="00225C22"/>
    <w:rsid w:val="002268D9"/>
    <w:rsid w:val="00227631"/>
    <w:rsid w:val="0022772F"/>
    <w:rsid w:val="00227CBC"/>
    <w:rsid w:val="00227EC5"/>
    <w:rsid w:val="002301BB"/>
    <w:rsid w:val="00230333"/>
    <w:rsid w:val="002305FB"/>
    <w:rsid w:val="00231182"/>
    <w:rsid w:val="0023141F"/>
    <w:rsid w:val="002324CE"/>
    <w:rsid w:val="0023428B"/>
    <w:rsid w:val="0023584E"/>
    <w:rsid w:val="002366D6"/>
    <w:rsid w:val="00237AD1"/>
    <w:rsid w:val="002402ED"/>
    <w:rsid w:val="00240E45"/>
    <w:rsid w:val="002412FE"/>
    <w:rsid w:val="0024188F"/>
    <w:rsid w:val="00241B17"/>
    <w:rsid w:val="00241C34"/>
    <w:rsid w:val="00242CC2"/>
    <w:rsid w:val="002430FE"/>
    <w:rsid w:val="0024531D"/>
    <w:rsid w:val="00245651"/>
    <w:rsid w:val="002470A7"/>
    <w:rsid w:val="002474B9"/>
    <w:rsid w:val="002504BF"/>
    <w:rsid w:val="00250744"/>
    <w:rsid w:val="00250F38"/>
    <w:rsid w:val="0025126E"/>
    <w:rsid w:val="002519E1"/>
    <w:rsid w:val="0025332F"/>
    <w:rsid w:val="00254007"/>
    <w:rsid w:val="002541ED"/>
    <w:rsid w:val="00256494"/>
    <w:rsid w:val="0025699F"/>
    <w:rsid w:val="002618E0"/>
    <w:rsid w:val="0026293E"/>
    <w:rsid w:val="00264003"/>
    <w:rsid w:val="00264A69"/>
    <w:rsid w:val="00267973"/>
    <w:rsid w:val="00267A34"/>
    <w:rsid w:val="00270016"/>
    <w:rsid w:val="00270E16"/>
    <w:rsid w:val="00271F0A"/>
    <w:rsid w:val="002721CC"/>
    <w:rsid w:val="002725CF"/>
    <w:rsid w:val="00274326"/>
    <w:rsid w:val="0027478C"/>
    <w:rsid w:val="00274B38"/>
    <w:rsid w:val="002751CC"/>
    <w:rsid w:val="002775C1"/>
    <w:rsid w:val="00281ACB"/>
    <w:rsid w:val="002820B5"/>
    <w:rsid w:val="0028219B"/>
    <w:rsid w:val="002829A8"/>
    <w:rsid w:val="00285D80"/>
    <w:rsid w:val="0028635C"/>
    <w:rsid w:val="002869F5"/>
    <w:rsid w:val="00286EDE"/>
    <w:rsid w:val="00292642"/>
    <w:rsid w:val="0029301B"/>
    <w:rsid w:val="00293BC8"/>
    <w:rsid w:val="0029538E"/>
    <w:rsid w:val="00295B6A"/>
    <w:rsid w:val="0029693E"/>
    <w:rsid w:val="002A17F4"/>
    <w:rsid w:val="002A28F1"/>
    <w:rsid w:val="002A2900"/>
    <w:rsid w:val="002A3A18"/>
    <w:rsid w:val="002A407A"/>
    <w:rsid w:val="002A622C"/>
    <w:rsid w:val="002A6346"/>
    <w:rsid w:val="002A6D96"/>
    <w:rsid w:val="002A6F14"/>
    <w:rsid w:val="002B0500"/>
    <w:rsid w:val="002B0D05"/>
    <w:rsid w:val="002B2C80"/>
    <w:rsid w:val="002B3A44"/>
    <w:rsid w:val="002B4F85"/>
    <w:rsid w:val="002B6598"/>
    <w:rsid w:val="002B6AE2"/>
    <w:rsid w:val="002B7000"/>
    <w:rsid w:val="002C0232"/>
    <w:rsid w:val="002C0BFE"/>
    <w:rsid w:val="002C1D37"/>
    <w:rsid w:val="002C3153"/>
    <w:rsid w:val="002C3FC9"/>
    <w:rsid w:val="002C532C"/>
    <w:rsid w:val="002C5D3E"/>
    <w:rsid w:val="002D02E2"/>
    <w:rsid w:val="002D1433"/>
    <w:rsid w:val="002D18A1"/>
    <w:rsid w:val="002D20E5"/>
    <w:rsid w:val="002D464D"/>
    <w:rsid w:val="002D471E"/>
    <w:rsid w:val="002E2C99"/>
    <w:rsid w:val="002E334B"/>
    <w:rsid w:val="002E60B1"/>
    <w:rsid w:val="002F00FF"/>
    <w:rsid w:val="002F08E3"/>
    <w:rsid w:val="002F1968"/>
    <w:rsid w:val="002F230C"/>
    <w:rsid w:val="002F3C87"/>
    <w:rsid w:val="002F5631"/>
    <w:rsid w:val="002F57FB"/>
    <w:rsid w:val="002F6924"/>
    <w:rsid w:val="002F7E00"/>
    <w:rsid w:val="003004E9"/>
    <w:rsid w:val="003005E5"/>
    <w:rsid w:val="00300703"/>
    <w:rsid w:val="00301F8F"/>
    <w:rsid w:val="00302752"/>
    <w:rsid w:val="00302D1F"/>
    <w:rsid w:val="0030457B"/>
    <w:rsid w:val="00304A3C"/>
    <w:rsid w:val="00305C8E"/>
    <w:rsid w:val="00305E2A"/>
    <w:rsid w:val="00305F9A"/>
    <w:rsid w:val="0030621D"/>
    <w:rsid w:val="00306508"/>
    <w:rsid w:val="00306581"/>
    <w:rsid w:val="00307A82"/>
    <w:rsid w:val="00307BAA"/>
    <w:rsid w:val="003128F3"/>
    <w:rsid w:val="00312E80"/>
    <w:rsid w:val="003147AA"/>
    <w:rsid w:val="0031608F"/>
    <w:rsid w:val="003212BA"/>
    <w:rsid w:val="0032139E"/>
    <w:rsid w:val="00323046"/>
    <w:rsid w:val="0032375E"/>
    <w:rsid w:val="00325B68"/>
    <w:rsid w:val="003261B0"/>
    <w:rsid w:val="00327099"/>
    <w:rsid w:val="003273E5"/>
    <w:rsid w:val="0032765A"/>
    <w:rsid w:val="00330D13"/>
    <w:rsid w:val="00331491"/>
    <w:rsid w:val="00332C6A"/>
    <w:rsid w:val="0033352C"/>
    <w:rsid w:val="00335995"/>
    <w:rsid w:val="00335B8E"/>
    <w:rsid w:val="0033617D"/>
    <w:rsid w:val="003364E1"/>
    <w:rsid w:val="003420CF"/>
    <w:rsid w:val="0034336C"/>
    <w:rsid w:val="00343963"/>
    <w:rsid w:val="00344966"/>
    <w:rsid w:val="00346DD6"/>
    <w:rsid w:val="003504C3"/>
    <w:rsid w:val="00350579"/>
    <w:rsid w:val="00350887"/>
    <w:rsid w:val="003513A9"/>
    <w:rsid w:val="00352174"/>
    <w:rsid w:val="00354ADE"/>
    <w:rsid w:val="00354DD8"/>
    <w:rsid w:val="00355B1F"/>
    <w:rsid w:val="00355DB8"/>
    <w:rsid w:val="003565E4"/>
    <w:rsid w:val="0035683A"/>
    <w:rsid w:val="003577DB"/>
    <w:rsid w:val="00357E1D"/>
    <w:rsid w:val="00360763"/>
    <w:rsid w:val="00364E40"/>
    <w:rsid w:val="0036521F"/>
    <w:rsid w:val="00365CE0"/>
    <w:rsid w:val="003710B2"/>
    <w:rsid w:val="00371251"/>
    <w:rsid w:val="003722C0"/>
    <w:rsid w:val="0037244F"/>
    <w:rsid w:val="00372B3E"/>
    <w:rsid w:val="003748FF"/>
    <w:rsid w:val="00375F87"/>
    <w:rsid w:val="00376615"/>
    <w:rsid w:val="0037759F"/>
    <w:rsid w:val="0038054A"/>
    <w:rsid w:val="00384C3C"/>
    <w:rsid w:val="00387807"/>
    <w:rsid w:val="00387E55"/>
    <w:rsid w:val="003902EB"/>
    <w:rsid w:val="00392040"/>
    <w:rsid w:val="0039236C"/>
    <w:rsid w:val="00392705"/>
    <w:rsid w:val="00392C96"/>
    <w:rsid w:val="003933B9"/>
    <w:rsid w:val="00393CEA"/>
    <w:rsid w:val="00394CA4"/>
    <w:rsid w:val="00397788"/>
    <w:rsid w:val="003A2189"/>
    <w:rsid w:val="003A292B"/>
    <w:rsid w:val="003A32C4"/>
    <w:rsid w:val="003A4F77"/>
    <w:rsid w:val="003A5AE8"/>
    <w:rsid w:val="003A757C"/>
    <w:rsid w:val="003B0781"/>
    <w:rsid w:val="003B118C"/>
    <w:rsid w:val="003B14CD"/>
    <w:rsid w:val="003B1859"/>
    <w:rsid w:val="003B2575"/>
    <w:rsid w:val="003B2986"/>
    <w:rsid w:val="003B4B9D"/>
    <w:rsid w:val="003B5602"/>
    <w:rsid w:val="003B5FEC"/>
    <w:rsid w:val="003B6223"/>
    <w:rsid w:val="003B659D"/>
    <w:rsid w:val="003C10C4"/>
    <w:rsid w:val="003C1139"/>
    <w:rsid w:val="003C11EA"/>
    <w:rsid w:val="003C29AD"/>
    <w:rsid w:val="003C29F2"/>
    <w:rsid w:val="003C2CAC"/>
    <w:rsid w:val="003C2FAB"/>
    <w:rsid w:val="003C337D"/>
    <w:rsid w:val="003C3A67"/>
    <w:rsid w:val="003C3E33"/>
    <w:rsid w:val="003C5133"/>
    <w:rsid w:val="003C6A10"/>
    <w:rsid w:val="003C6E5B"/>
    <w:rsid w:val="003D0274"/>
    <w:rsid w:val="003D1307"/>
    <w:rsid w:val="003D2413"/>
    <w:rsid w:val="003D631A"/>
    <w:rsid w:val="003D6968"/>
    <w:rsid w:val="003E0288"/>
    <w:rsid w:val="003E12E9"/>
    <w:rsid w:val="003E18B0"/>
    <w:rsid w:val="003E28C8"/>
    <w:rsid w:val="003E2926"/>
    <w:rsid w:val="003E2ECE"/>
    <w:rsid w:val="003E2F4C"/>
    <w:rsid w:val="003E411E"/>
    <w:rsid w:val="003E4307"/>
    <w:rsid w:val="003E68E8"/>
    <w:rsid w:val="003E7433"/>
    <w:rsid w:val="003F0F72"/>
    <w:rsid w:val="003F15E3"/>
    <w:rsid w:val="003F331E"/>
    <w:rsid w:val="003F60B6"/>
    <w:rsid w:val="003F6830"/>
    <w:rsid w:val="003F6EC9"/>
    <w:rsid w:val="003F76AF"/>
    <w:rsid w:val="003F7E17"/>
    <w:rsid w:val="004006E4"/>
    <w:rsid w:val="00401A8B"/>
    <w:rsid w:val="00402187"/>
    <w:rsid w:val="00402353"/>
    <w:rsid w:val="00402E94"/>
    <w:rsid w:val="00403A6D"/>
    <w:rsid w:val="00405C2E"/>
    <w:rsid w:val="004063BA"/>
    <w:rsid w:val="00407E56"/>
    <w:rsid w:val="004110B6"/>
    <w:rsid w:val="0041131D"/>
    <w:rsid w:val="0041308D"/>
    <w:rsid w:val="00413347"/>
    <w:rsid w:val="00414461"/>
    <w:rsid w:val="00414545"/>
    <w:rsid w:val="00417873"/>
    <w:rsid w:val="00420FF6"/>
    <w:rsid w:val="00422542"/>
    <w:rsid w:val="00423FE5"/>
    <w:rsid w:val="0042401F"/>
    <w:rsid w:val="004240A7"/>
    <w:rsid w:val="0042413E"/>
    <w:rsid w:val="00425D12"/>
    <w:rsid w:val="00426BCC"/>
    <w:rsid w:val="00430C8D"/>
    <w:rsid w:val="004317AD"/>
    <w:rsid w:val="0043207D"/>
    <w:rsid w:val="0043231C"/>
    <w:rsid w:val="00432614"/>
    <w:rsid w:val="00433BDA"/>
    <w:rsid w:val="004344A4"/>
    <w:rsid w:val="00436B9A"/>
    <w:rsid w:val="004424B5"/>
    <w:rsid w:val="004434B9"/>
    <w:rsid w:val="00444AC7"/>
    <w:rsid w:val="00445830"/>
    <w:rsid w:val="00447A1F"/>
    <w:rsid w:val="00451DB4"/>
    <w:rsid w:val="004531A2"/>
    <w:rsid w:val="004536C3"/>
    <w:rsid w:val="00455173"/>
    <w:rsid w:val="0045546B"/>
    <w:rsid w:val="00456862"/>
    <w:rsid w:val="0045730B"/>
    <w:rsid w:val="004600F9"/>
    <w:rsid w:val="004610F0"/>
    <w:rsid w:val="004660A3"/>
    <w:rsid w:val="00466A69"/>
    <w:rsid w:val="00470E29"/>
    <w:rsid w:val="00471250"/>
    <w:rsid w:val="004718BA"/>
    <w:rsid w:val="00473691"/>
    <w:rsid w:val="00474599"/>
    <w:rsid w:val="0047483E"/>
    <w:rsid w:val="00475E6E"/>
    <w:rsid w:val="004763CE"/>
    <w:rsid w:val="00480168"/>
    <w:rsid w:val="0048019E"/>
    <w:rsid w:val="0048029C"/>
    <w:rsid w:val="004802F0"/>
    <w:rsid w:val="004803EE"/>
    <w:rsid w:val="00480E27"/>
    <w:rsid w:val="0048201D"/>
    <w:rsid w:val="004827EB"/>
    <w:rsid w:val="00483201"/>
    <w:rsid w:val="00485003"/>
    <w:rsid w:val="0048554A"/>
    <w:rsid w:val="00487FFA"/>
    <w:rsid w:val="00490362"/>
    <w:rsid w:val="00490931"/>
    <w:rsid w:val="00492F0E"/>
    <w:rsid w:val="00496D6F"/>
    <w:rsid w:val="004977FD"/>
    <w:rsid w:val="00497C39"/>
    <w:rsid w:val="004A0170"/>
    <w:rsid w:val="004A1DC8"/>
    <w:rsid w:val="004A3BA3"/>
    <w:rsid w:val="004A4297"/>
    <w:rsid w:val="004A4D1C"/>
    <w:rsid w:val="004A54F9"/>
    <w:rsid w:val="004A72F6"/>
    <w:rsid w:val="004B14F2"/>
    <w:rsid w:val="004B28A1"/>
    <w:rsid w:val="004B3090"/>
    <w:rsid w:val="004B354A"/>
    <w:rsid w:val="004B4493"/>
    <w:rsid w:val="004B46BB"/>
    <w:rsid w:val="004B5B0F"/>
    <w:rsid w:val="004B6327"/>
    <w:rsid w:val="004B757E"/>
    <w:rsid w:val="004B76E1"/>
    <w:rsid w:val="004B7FC4"/>
    <w:rsid w:val="004C08DB"/>
    <w:rsid w:val="004C0F1E"/>
    <w:rsid w:val="004C17EF"/>
    <w:rsid w:val="004C30DF"/>
    <w:rsid w:val="004C3AC5"/>
    <w:rsid w:val="004C3B10"/>
    <w:rsid w:val="004C49F7"/>
    <w:rsid w:val="004C5D29"/>
    <w:rsid w:val="004C6266"/>
    <w:rsid w:val="004C72BA"/>
    <w:rsid w:val="004C7DA2"/>
    <w:rsid w:val="004D04E7"/>
    <w:rsid w:val="004D25D7"/>
    <w:rsid w:val="004D37D9"/>
    <w:rsid w:val="004D5259"/>
    <w:rsid w:val="004D6560"/>
    <w:rsid w:val="004D7250"/>
    <w:rsid w:val="004E098B"/>
    <w:rsid w:val="004E0E15"/>
    <w:rsid w:val="004E17F6"/>
    <w:rsid w:val="004E5B5B"/>
    <w:rsid w:val="004E78EF"/>
    <w:rsid w:val="004F2FFA"/>
    <w:rsid w:val="004F3003"/>
    <w:rsid w:val="004F303F"/>
    <w:rsid w:val="004F3FC1"/>
    <w:rsid w:val="004F4255"/>
    <w:rsid w:val="004F4F51"/>
    <w:rsid w:val="004F7DDD"/>
    <w:rsid w:val="0050188C"/>
    <w:rsid w:val="00501B25"/>
    <w:rsid w:val="00501B6B"/>
    <w:rsid w:val="00501E5F"/>
    <w:rsid w:val="00502371"/>
    <w:rsid w:val="00502637"/>
    <w:rsid w:val="005032A0"/>
    <w:rsid w:val="005059DC"/>
    <w:rsid w:val="00506018"/>
    <w:rsid w:val="0050652D"/>
    <w:rsid w:val="00506BD7"/>
    <w:rsid w:val="00512567"/>
    <w:rsid w:val="0051397A"/>
    <w:rsid w:val="00513D86"/>
    <w:rsid w:val="00516CDF"/>
    <w:rsid w:val="00516F36"/>
    <w:rsid w:val="00520B89"/>
    <w:rsid w:val="00521DC1"/>
    <w:rsid w:val="00522EEF"/>
    <w:rsid w:val="00523457"/>
    <w:rsid w:val="0052484A"/>
    <w:rsid w:val="00526606"/>
    <w:rsid w:val="00526ED0"/>
    <w:rsid w:val="00526F69"/>
    <w:rsid w:val="00527937"/>
    <w:rsid w:val="00527AC1"/>
    <w:rsid w:val="005306A3"/>
    <w:rsid w:val="00530B4D"/>
    <w:rsid w:val="005319C9"/>
    <w:rsid w:val="005323E6"/>
    <w:rsid w:val="0053286E"/>
    <w:rsid w:val="0053330D"/>
    <w:rsid w:val="00534422"/>
    <w:rsid w:val="00534F9C"/>
    <w:rsid w:val="00536399"/>
    <w:rsid w:val="00537FA1"/>
    <w:rsid w:val="00540A91"/>
    <w:rsid w:val="00540E4A"/>
    <w:rsid w:val="00541B27"/>
    <w:rsid w:val="00542A19"/>
    <w:rsid w:val="00542D87"/>
    <w:rsid w:val="00545D0E"/>
    <w:rsid w:val="00546C99"/>
    <w:rsid w:val="00547CA6"/>
    <w:rsid w:val="00551EFC"/>
    <w:rsid w:val="005552EF"/>
    <w:rsid w:val="0055591E"/>
    <w:rsid w:val="00555FAF"/>
    <w:rsid w:val="005560BD"/>
    <w:rsid w:val="00556572"/>
    <w:rsid w:val="00556E01"/>
    <w:rsid w:val="0055705F"/>
    <w:rsid w:val="0056108F"/>
    <w:rsid w:val="00561D4D"/>
    <w:rsid w:val="0056406B"/>
    <w:rsid w:val="00566D4C"/>
    <w:rsid w:val="005715BC"/>
    <w:rsid w:val="00574111"/>
    <w:rsid w:val="005761CB"/>
    <w:rsid w:val="005811C8"/>
    <w:rsid w:val="005839D2"/>
    <w:rsid w:val="005845D7"/>
    <w:rsid w:val="00584B32"/>
    <w:rsid w:val="00584EDC"/>
    <w:rsid w:val="00585060"/>
    <w:rsid w:val="005851B9"/>
    <w:rsid w:val="00586E20"/>
    <w:rsid w:val="0059040C"/>
    <w:rsid w:val="00591797"/>
    <w:rsid w:val="0059180F"/>
    <w:rsid w:val="005924F4"/>
    <w:rsid w:val="00593CE2"/>
    <w:rsid w:val="00593D3E"/>
    <w:rsid w:val="005955D0"/>
    <w:rsid w:val="00596B27"/>
    <w:rsid w:val="005A06FF"/>
    <w:rsid w:val="005A3763"/>
    <w:rsid w:val="005A4D9A"/>
    <w:rsid w:val="005A59D6"/>
    <w:rsid w:val="005A7642"/>
    <w:rsid w:val="005B02DE"/>
    <w:rsid w:val="005B096B"/>
    <w:rsid w:val="005B1522"/>
    <w:rsid w:val="005B1671"/>
    <w:rsid w:val="005B1F20"/>
    <w:rsid w:val="005B43B5"/>
    <w:rsid w:val="005B467B"/>
    <w:rsid w:val="005B640E"/>
    <w:rsid w:val="005B6769"/>
    <w:rsid w:val="005B6A1C"/>
    <w:rsid w:val="005B6FFF"/>
    <w:rsid w:val="005B73BF"/>
    <w:rsid w:val="005B76EF"/>
    <w:rsid w:val="005C03C5"/>
    <w:rsid w:val="005C0D02"/>
    <w:rsid w:val="005C156E"/>
    <w:rsid w:val="005C1FCC"/>
    <w:rsid w:val="005C32EF"/>
    <w:rsid w:val="005C3D49"/>
    <w:rsid w:val="005C4DBF"/>
    <w:rsid w:val="005C57CC"/>
    <w:rsid w:val="005C6744"/>
    <w:rsid w:val="005C7F51"/>
    <w:rsid w:val="005D03E6"/>
    <w:rsid w:val="005D0713"/>
    <w:rsid w:val="005D0DF7"/>
    <w:rsid w:val="005D1FB8"/>
    <w:rsid w:val="005D1FE2"/>
    <w:rsid w:val="005D2F5C"/>
    <w:rsid w:val="005D4862"/>
    <w:rsid w:val="005D5A0E"/>
    <w:rsid w:val="005D65E7"/>
    <w:rsid w:val="005E1A0F"/>
    <w:rsid w:val="005E2365"/>
    <w:rsid w:val="005E3A8C"/>
    <w:rsid w:val="005E53C1"/>
    <w:rsid w:val="005E7C8A"/>
    <w:rsid w:val="005F0566"/>
    <w:rsid w:val="005F0D66"/>
    <w:rsid w:val="005F2A07"/>
    <w:rsid w:val="005F3112"/>
    <w:rsid w:val="005F37C3"/>
    <w:rsid w:val="005F4262"/>
    <w:rsid w:val="005F42D5"/>
    <w:rsid w:val="005F474A"/>
    <w:rsid w:val="005F6228"/>
    <w:rsid w:val="005F6AA4"/>
    <w:rsid w:val="005F6DC4"/>
    <w:rsid w:val="005F756A"/>
    <w:rsid w:val="005F77CA"/>
    <w:rsid w:val="006003AD"/>
    <w:rsid w:val="0060121D"/>
    <w:rsid w:val="00602A9E"/>
    <w:rsid w:val="0060389D"/>
    <w:rsid w:val="006038F9"/>
    <w:rsid w:val="00603F0C"/>
    <w:rsid w:val="0060504E"/>
    <w:rsid w:val="00605F89"/>
    <w:rsid w:val="00610881"/>
    <w:rsid w:val="00611FF4"/>
    <w:rsid w:val="00612883"/>
    <w:rsid w:val="00613ADF"/>
    <w:rsid w:val="0061623F"/>
    <w:rsid w:val="0061756F"/>
    <w:rsid w:val="00617F61"/>
    <w:rsid w:val="006221C8"/>
    <w:rsid w:val="00625585"/>
    <w:rsid w:val="006255B9"/>
    <w:rsid w:val="006255D6"/>
    <w:rsid w:val="006261C0"/>
    <w:rsid w:val="00626FAD"/>
    <w:rsid w:val="00627519"/>
    <w:rsid w:val="006318DE"/>
    <w:rsid w:val="00631925"/>
    <w:rsid w:val="006339FD"/>
    <w:rsid w:val="00635D52"/>
    <w:rsid w:val="0063629B"/>
    <w:rsid w:val="00636A3F"/>
    <w:rsid w:val="006372E9"/>
    <w:rsid w:val="00637677"/>
    <w:rsid w:val="00641381"/>
    <w:rsid w:val="00643624"/>
    <w:rsid w:val="00643BD7"/>
    <w:rsid w:val="0064655B"/>
    <w:rsid w:val="00647015"/>
    <w:rsid w:val="00647421"/>
    <w:rsid w:val="00647B04"/>
    <w:rsid w:val="00650E40"/>
    <w:rsid w:val="0065142F"/>
    <w:rsid w:val="006521B2"/>
    <w:rsid w:val="0065319E"/>
    <w:rsid w:val="00653BD9"/>
    <w:rsid w:val="00653F8A"/>
    <w:rsid w:val="00654C51"/>
    <w:rsid w:val="0065616F"/>
    <w:rsid w:val="006569B2"/>
    <w:rsid w:val="0065714C"/>
    <w:rsid w:val="00661F0F"/>
    <w:rsid w:val="0066298C"/>
    <w:rsid w:val="00663755"/>
    <w:rsid w:val="006637CD"/>
    <w:rsid w:val="00663EB3"/>
    <w:rsid w:val="0066419E"/>
    <w:rsid w:val="0066588B"/>
    <w:rsid w:val="00666229"/>
    <w:rsid w:val="00666D64"/>
    <w:rsid w:val="006678EE"/>
    <w:rsid w:val="00671014"/>
    <w:rsid w:val="0067133E"/>
    <w:rsid w:val="00671511"/>
    <w:rsid w:val="00671E7D"/>
    <w:rsid w:val="006753C1"/>
    <w:rsid w:val="00675CD4"/>
    <w:rsid w:val="006770DE"/>
    <w:rsid w:val="006806CF"/>
    <w:rsid w:val="0068174F"/>
    <w:rsid w:val="00683CAE"/>
    <w:rsid w:val="0068469C"/>
    <w:rsid w:val="00684E8B"/>
    <w:rsid w:val="00684FA1"/>
    <w:rsid w:val="00685C13"/>
    <w:rsid w:val="00685F2E"/>
    <w:rsid w:val="00685FE6"/>
    <w:rsid w:val="0068725D"/>
    <w:rsid w:val="00687368"/>
    <w:rsid w:val="0068771E"/>
    <w:rsid w:val="00687DCE"/>
    <w:rsid w:val="00692E02"/>
    <w:rsid w:val="00694694"/>
    <w:rsid w:val="00694A18"/>
    <w:rsid w:val="00695F42"/>
    <w:rsid w:val="006960B6"/>
    <w:rsid w:val="00696968"/>
    <w:rsid w:val="00696CC0"/>
    <w:rsid w:val="006978F2"/>
    <w:rsid w:val="00697A37"/>
    <w:rsid w:val="00697B12"/>
    <w:rsid w:val="00697E1C"/>
    <w:rsid w:val="006A0C92"/>
    <w:rsid w:val="006A2BC1"/>
    <w:rsid w:val="006A6274"/>
    <w:rsid w:val="006A62DB"/>
    <w:rsid w:val="006A793A"/>
    <w:rsid w:val="006A7CA5"/>
    <w:rsid w:val="006B0A7C"/>
    <w:rsid w:val="006B17FD"/>
    <w:rsid w:val="006B2C07"/>
    <w:rsid w:val="006B4176"/>
    <w:rsid w:val="006B4E6E"/>
    <w:rsid w:val="006B6DD5"/>
    <w:rsid w:val="006B728C"/>
    <w:rsid w:val="006B73F0"/>
    <w:rsid w:val="006B7CCE"/>
    <w:rsid w:val="006C3F86"/>
    <w:rsid w:val="006C4111"/>
    <w:rsid w:val="006C5669"/>
    <w:rsid w:val="006C61EF"/>
    <w:rsid w:val="006C626B"/>
    <w:rsid w:val="006C66D1"/>
    <w:rsid w:val="006C702E"/>
    <w:rsid w:val="006C71F1"/>
    <w:rsid w:val="006C74E0"/>
    <w:rsid w:val="006D00EF"/>
    <w:rsid w:val="006D09B5"/>
    <w:rsid w:val="006D10C4"/>
    <w:rsid w:val="006D2211"/>
    <w:rsid w:val="006D2BBF"/>
    <w:rsid w:val="006D2F2D"/>
    <w:rsid w:val="006D435C"/>
    <w:rsid w:val="006D6B99"/>
    <w:rsid w:val="006D7DD9"/>
    <w:rsid w:val="006E0A19"/>
    <w:rsid w:val="006E1A4A"/>
    <w:rsid w:val="006E37FB"/>
    <w:rsid w:val="006E4D43"/>
    <w:rsid w:val="006E610D"/>
    <w:rsid w:val="006E69E8"/>
    <w:rsid w:val="006E74CC"/>
    <w:rsid w:val="006F1C15"/>
    <w:rsid w:val="006F24EC"/>
    <w:rsid w:val="006F2CC1"/>
    <w:rsid w:val="006F3069"/>
    <w:rsid w:val="006F3870"/>
    <w:rsid w:val="006F4C6B"/>
    <w:rsid w:val="006F4F0E"/>
    <w:rsid w:val="006F4F4A"/>
    <w:rsid w:val="006F50FB"/>
    <w:rsid w:val="006F65AA"/>
    <w:rsid w:val="006F7746"/>
    <w:rsid w:val="006F7BE1"/>
    <w:rsid w:val="00700897"/>
    <w:rsid w:val="0070165E"/>
    <w:rsid w:val="0070196D"/>
    <w:rsid w:val="00702EB7"/>
    <w:rsid w:val="007032CB"/>
    <w:rsid w:val="00703713"/>
    <w:rsid w:val="0070577D"/>
    <w:rsid w:val="00706026"/>
    <w:rsid w:val="00706110"/>
    <w:rsid w:val="007069A8"/>
    <w:rsid w:val="00707012"/>
    <w:rsid w:val="00707AC1"/>
    <w:rsid w:val="00707C98"/>
    <w:rsid w:val="00707CE1"/>
    <w:rsid w:val="007112E0"/>
    <w:rsid w:val="00711B1A"/>
    <w:rsid w:val="00711CBF"/>
    <w:rsid w:val="00713A51"/>
    <w:rsid w:val="00713C5E"/>
    <w:rsid w:val="00715EED"/>
    <w:rsid w:val="00716576"/>
    <w:rsid w:val="007168D4"/>
    <w:rsid w:val="00716B03"/>
    <w:rsid w:val="00717610"/>
    <w:rsid w:val="00717B05"/>
    <w:rsid w:val="00717B13"/>
    <w:rsid w:val="0072032F"/>
    <w:rsid w:val="0072044A"/>
    <w:rsid w:val="00720585"/>
    <w:rsid w:val="007228D9"/>
    <w:rsid w:val="00722FA4"/>
    <w:rsid w:val="007231DD"/>
    <w:rsid w:val="00724411"/>
    <w:rsid w:val="00724A3F"/>
    <w:rsid w:val="007258DF"/>
    <w:rsid w:val="00725F00"/>
    <w:rsid w:val="007261C5"/>
    <w:rsid w:val="00730669"/>
    <w:rsid w:val="00730B2E"/>
    <w:rsid w:val="00732AE1"/>
    <w:rsid w:val="007337D7"/>
    <w:rsid w:val="00734C9F"/>
    <w:rsid w:val="0073583E"/>
    <w:rsid w:val="00735D30"/>
    <w:rsid w:val="007367A9"/>
    <w:rsid w:val="00737624"/>
    <w:rsid w:val="00740004"/>
    <w:rsid w:val="0074054E"/>
    <w:rsid w:val="00743BAA"/>
    <w:rsid w:val="007504EC"/>
    <w:rsid w:val="00750DA7"/>
    <w:rsid w:val="00753364"/>
    <w:rsid w:val="00755F24"/>
    <w:rsid w:val="0075693E"/>
    <w:rsid w:val="00760975"/>
    <w:rsid w:val="00760C4E"/>
    <w:rsid w:val="00760C79"/>
    <w:rsid w:val="007617DE"/>
    <w:rsid w:val="0076281A"/>
    <w:rsid w:val="00763480"/>
    <w:rsid w:val="0076682C"/>
    <w:rsid w:val="00766A44"/>
    <w:rsid w:val="00766F6F"/>
    <w:rsid w:val="007671B3"/>
    <w:rsid w:val="00770A6A"/>
    <w:rsid w:val="007713A6"/>
    <w:rsid w:val="00771DCE"/>
    <w:rsid w:val="0077219C"/>
    <w:rsid w:val="00772906"/>
    <w:rsid w:val="0077414C"/>
    <w:rsid w:val="007746F9"/>
    <w:rsid w:val="007755C6"/>
    <w:rsid w:val="00775D5B"/>
    <w:rsid w:val="00776717"/>
    <w:rsid w:val="00776A97"/>
    <w:rsid w:val="00776F27"/>
    <w:rsid w:val="0077721C"/>
    <w:rsid w:val="00777654"/>
    <w:rsid w:val="0077786E"/>
    <w:rsid w:val="00777E04"/>
    <w:rsid w:val="007802C8"/>
    <w:rsid w:val="00783C4B"/>
    <w:rsid w:val="00784334"/>
    <w:rsid w:val="007852FF"/>
    <w:rsid w:val="00786208"/>
    <w:rsid w:val="007863DA"/>
    <w:rsid w:val="00786AD8"/>
    <w:rsid w:val="0078778C"/>
    <w:rsid w:val="00794A15"/>
    <w:rsid w:val="0079588A"/>
    <w:rsid w:val="007973E5"/>
    <w:rsid w:val="007A06DE"/>
    <w:rsid w:val="007A0BC4"/>
    <w:rsid w:val="007A1815"/>
    <w:rsid w:val="007A6178"/>
    <w:rsid w:val="007A73CA"/>
    <w:rsid w:val="007A7DFD"/>
    <w:rsid w:val="007A7E6B"/>
    <w:rsid w:val="007A7FEB"/>
    <w:rsid w:val="007B14A8"/>
    <w:rsid w:val="007B41BE"/>
    <w:rsid w:val="007B4C69"/>
    <w:rsid w:val="007B6CB7"/>
    <w:rsid w:val="007C114E"/>
    <w:rsid w:val="007C195B"/>
    <w:rsid w:val="007C299E"/>
    <w:rsid w:val="007C5207"/>
    <w:rsid w:val="007C5F9C"/>
    <w:rsid w:val="007C616D"/>
    <w:rsid w:val="007C6403"/>
    <w:rsid w:val="007C6A1C"/>
    <w:rsid w:val="007D0281"/>
    <w:rsid w:val="007D06E0"/>
    <w:rsid w:val="007D2A7B"/>
    <w:rsid w:val="007D40DE"/>
    <w:rsid w:val="007D5409"/>
    <w:rsid w:val="007D6EE5"/>
    <w:rsid w:val="007E07F3"/>
    <w:rsid w:val="007E09EA"/>
    <w:rsid w:val="007E0C3D"/>
    <w:rsid w:val="007E18EC"/>
    <w:rsid w:val="007E1FB4"/>
    <w:rsid w:val="007E1FDF"/>
    <w:rsid w:val="007E2EA5"/>
    <w:rsid w:val="007E4623"/>
    <w:rsid w:val="007E4A1C"/>
    <w:rsid w:val="007E54D1"/>
    <w:rsid w:val="007F27C1"/>
    <w:rsid w:val="007F2B62"/>
    <w:rsid w:val="007F55C1"/>
    <w:rsid w:val="007F576C"/>
    <w:rsid w:val="007F733D"/>
    <w:rsid w:val="008001B3"/>
    <w:rsid w:val="00801FC6"/>
    <w:rsid w:val="00804772"/>
    <w:rsid w:val="00805BF2"/>
    <w:rsid w:val="00805E9E"/>
    <w:rsid w:val="008101F5"/>
    <w:rsid w:val="008102A0"/>
    <w:rsid w:val="00810A7A"/>
    <w:rsid w:val="00812838"/>
    <w:rsid w:val="00812F5F"/>
    <w:rsid w:val="00814908"/>
    <w:rsid w:val="00816938"/>
    <w:rsid w:val="00816DB1"/>
    <w:rsid w:val="00817AD2"/>
    <w:rsid w:val="00821331"/>
    <w:rsid w:val="008242A2"/>
    <w:rsid w:val="008269CE"/>
    <w:rsid w:val="008274F5"/>
    <w:rsid w:val="00827DB8"/>
    <w:rsid w:val="0083232F"/>
    <w:rsid w:val="00836189"/>
    <w:rsid w:val="008376B9"/>
    <w:rsid w:val="0084152E"/>
    <w:rsid w:val="00843B2E"/>
    <w:rsid w:val="008447D9"/>
    <w:rsid w:val="008459EF"/>
    <w:rsid w:val="0085029D"/>
    <w:rsid w:val="00850CD0"/>
    <w:rsid w:val="00851378"/>
    <w:rsid w:val="0085201F"/>
    <w:rsid w:val="00852948"/>
    <w:rsid w:val="00853683"/>
    <w:rsid w:val="00854688"/>
    <w:rsid w:val="008549AF"/>
    <w:rsid w:val="00855380"/>
    <w:rsid w:val="00857ECB"/>
    <w:rsid w:val="0086089D"/>
    <w:rsid w:val="008619CC"/>
    <w:rsid w:val="00863093"/>
    <w:rsid w:val="0086380D"/>
    <w:rsid w:val="00864D18"/>
    <w:rsid w:val="0086505E"/>
    <w:rsid w:val="00865F24"/>
    <w:rsid w:val="00865FFF"/>
    <w:rsid w:val="00866C5B"/>
    <w:rsid w:val="00866D61"/>
    <w:rsid w:val="00866F75"/>
    <w:rsid w:val="00867FBF"/>
    <w:rsid w:val="0087010B"/>
    <w:rsid w:val="00870941"/>
    <w:rsid w:val="00870B3E"/>
    <w:rsid w:val="00873E46"/>
    <w:rsid w:val="0087453A"/>
    <w:rsid w:val="00874F64"/>
    <w:rsid w:val="00875AE5"/>
    <w:rsid w:val="0087624C"/>
    <w:rsid w:val="008776B7"/>
    <w:rsid w:val="00877707"/>
    <w:rsid w:val="00880300"/>
    <w:rsid w:val="0088051C"/>
    <w:rsid w:val="00880E03"/>
    <w:rsid w:val="00882B53"/>
    <w:rsid w:val="0088355C"/>
    <w:rsid w:val="00884112"/>
    <w:rsid w:val="008857FF"/>
    <w:rsid w:val="00885AC2"/>
    <w:rsid w:val="00893BBB"/>
    <w:rsid w:val="008A1DDC"/>
    <w:rsid w:val="008A2858"/>
    <w:rsid w:val="008A2AB1"/>
    <w:rsid w:val="008A414E"/>
    <w:rsid w:val="008A4434"/>
    <w:rsid w:val="008A56C4"/>
    <w:rsid w:val="008A6C81"/>
    <w:rsid w:val="008A78D5"/>
    <w:rsid w:val="008A7DD4"/>
    <w:rsid w:val="008B0028"/>
    <w:rsid w:val="008B0341"/>
    <w:rsid w:val="008B29E2"/>
    <w:rsid w:val="008B3DAD"/>
    <w:rsid w:val="008B3E2E"/>
    <w:rsid w:val="008B4339"/>
    <w:rsid w:val="008B5935"/>
    <w:rsid w:val="008B5B90"/>
    <w:rsid w:val="008B5C4F"/>
    <w:rsid w:val="008B60B4"/>
    <w:rsid w:val="008B7265"/>
    <w:rsid w:val="008C1059"/>
    <w:rsid w:val="008C13B7"/>
    <w:rsid w:val="008C172C"/>
    <w:rsid w:val="008C3EC3"/>
    <w:rsid w:val="008C50E6"/>
    <w:rsid w:val="008C6B51"/>
    <w:rsid w:val="008C7515"/>
    <w:rsid w:val="008C7FC3"/>
    <w:rsid w:val="008D14F5"/>
    <w:rsid w:val="008D1D11"/>
    <w:rsid w:val="008D269A"/>
    <w:rsid w:val="008D33A5"/>
    <w:rsid w:val="008D369C"/>
    <w:rsid w:val="008D3F5D"/>
    <w:rsid w:val="008D73A8"/>
    <w:rsid w:val="008E0D0B"/>
    <w:rsid w:val="008E17B6"/>
    <w:rsid w:val="008E1B21"/>
    <w:rsid w:val="008E1F0A"/>
    <w:rsid w:val="008E2C98"/>
    <w:rsid w:val="008E2D15"/>
    <w:rsid w:val="008E5210"/>
    <w:rsid w:val="008E55E9"/>
    <w:rsid w:val="008E58A4"/>
    <w:rsid w:val="008E5D95"/>
    <w:rsid w:val="008E626C"/>
    <w:rsid w:val="008E7648"/>
    <w:rsid w:val="008F0CEB"/>
    <w:rsid w:val="008F0DD1"/>
    <w:rsid w:val="008F156B"/>
    <w:rsid w:val="008F2D2E"/>
    <w:rsid w:val="008F4669"/>
    <w:rsid w:val="008F4D8B"/>
    <w:rsid w:val="008F5883"/>
    <w:rsid w:val="008F6707"/>
    <w:rsid w:val="00900273"/>
    <w:rsid w:val="00900567"/>
    <w:rsid w:val="00900FFE"/>
    <w:rsid w:val="00902A3D"/>
    <w:rsid w:val="00902BE1"/>
    <w:rsid w:val="00902C86"/>
    <w:rsid w:val="0090395C"/>
    <w:rsid w:val="00903B43"/>
    <w:rsid w:val="00903D15"/>
    <w:rsid w:val="00906E36"/>
    <w:rsid w:val="00910A8D"/>
    <w:rsid w:val="00911844"/>
    <w:rsid w:val="00911D35"/>
    <w:rsid w:val="00912896"/>
    <w:rsid w:val="00914B95"/>
    <w:rsid w:val="00915629"/>
    <w:rsid w:val="009172D3"/>
    <w:rsid w:val="00917593"/>
    <w:rsid w:val="009213D9"/>
    <w:rsid w:val="00921CA0"/>
    <w:rsid w:val="009256A9"/>
    <w:rsid w:val="00925B0D"/>
    <w:rsid w:val="00927110"/>
    <w:rsid w:val="00927811"/>
    <w:rsid w:val="0093048B"/>
    <w:rsid w:val="00933EE0"/>
    <w:rsid w:val="00934997"/>
    <w:rsid w:val="009356D6"/>
    <w:rsid w:val="00936067"/>
    <w:rsid w:val="00937F90"/>
    <w:rsid w:val="00940F24"/>
    <w:rsid w:val="0094241E"/>
    <w:rsid w:val="0094272E"/>
    <w:rsid w:val="00942910"/>
    <w:rsid w:val="0094307B"/>
    <w:rsid w:val="00943A38"/>
    <w:rsid w:val="00944124"/>
    <w:rsid w:val="00944983"/>
    <w:rsid w:val="0094505D"/>
    <w:rsid w:val="00945521"/>
    <w:rsid w:val="00945DB0"/>
    <w:rsid w:val="00945F9D"/>
    <w:rsid w:val="00946DF2"/>
    <w:rsid w:val="009476B8"/>
    <w:rsid w:val="0094777B"/>
    <w:rsid w:val="00947FED"/>
    <w:rsid w:val="00950E97"/>
    <w:rsid w:val="0095124C"/>
    <w:rsid w:val="009514B9"/>
    <w:rsid w:val="00952B6E"/>
    <w:rsid w:val="009532CF"/>
    <w:rsid w:val="00953DCC"/>
    <w:rsid w:val="00954DBC"/>
    <w:rsid w:val="00954E50"/>
    <w:rsid w:val="0096014F"/>
    <w:rsid w:val="009624D8"/>
    <w:rsid w:val="009627D3"/>
    <w:rsid w:val="00964843"/>
    <w:rsid w:val="009651C1"/>
    <w:rsid w:val="00965B3A"/>
    <w:rsid w:val="009700EE"/>
    <w:rsid w:val="00970A12"/>
    <w:rsid w:val="009726A3"/>
    <w:rsid w:val="009747C0"/>
    <w:rsid w:val="00974A1D"/>
    <w:rsid w:val="00975A0A"/>
    <w:rsid w:val="009764EB"/>
    <w:rsid w:val="00980250"/>
    <w:rsid w:val="00980703"/>
    <w:rsid w:val="0098151D"/>
    <w:rsid w:val="009827F3"/>
    <w:rsid w:val="00982E65"/>
    <w:rsid w:val="00984C7D"/>
    <w:rsid w:val="009871C6"/>
    <w:rsid w:val="00987D81"/>
    <w:rsid w:val="0099131B"/>
    <w:rsid w:val="009919BE"/>
    <w:rsid w:val="00991B57"/>
    <w:rsid w:val="009933AF"/>
    <w:rsid w:val="0099383C"/>
    <w:rsid w:val="00995BA5"/>
    <w:rsid w:val="00997C49"/>
    <w:rsid w:val="009A00E6"/>
    <w:rsid w:val="009A134C"/>
    <w:rsid w:val="009A1C8C"/>
    <w:rsid w:val="009A21F5"/>
    <w:rsid w:val="009A488A"/>
    <w:rsid w:val="009A5886"/>
    <w:rsid w:val="009A6385"/>
    <w:rsid w:val="009A7AAB"/>
    <w:rsid w:val="009B043F"/>
    <w:rsid w:val="009B0AC7"/>
    <w:rsid w:val="009B0B2A"/>
    <w:rsid w:val="009B2D00"/>
    <w:rsid w:val="009B6313"/>
    <w:rsid w:val="009B7EC2"/>
    <w:rsid w:val="009C0BC4"/>
    <w:rsid w:val="009C1490"/>
    <w:rsid w:val="009C1698"/>
    <w:rsid w:val="009C18C3"/>
    <w:rsid w:val="009C1EF7"/>
    <w:rsid w:val="009C31BA"/>
    <w:rsid w:val="009C33D9"/>
    <w:rsid w:val="009C34DE"/>
    <w:rsid w:val="009C34E1"/>
    <w:rsid w:val="009C529A"/>
    <w:rsid w:val="009C60A7"/>
    <w:rsid w:val="009C62A7"/>
    <w:rsid w:val="009C6D05"/>
    <w:rsid w:val="009C764C"/>
    <w:rsid w:val="009C78B6"/>
    <w:rsid w:val="009D1B4B"/>
    <w:rsid w:val="009D1ED2"/>
    <w:rsid w:val="009D2043"/>
    <w:rsid w:val="009D2C4C"/>
    <w:rsid w:val="009D68EA"/>
    <w:rsid w:val="009E1BEE"/>
    <w:rsid w:val="009E2EF8"/>
    <w:rsid w:val="009E351A"/>
    <w:rsid w:val="009E3A5D"/>
    <w:rsid w:val="009E3D61"/>
    <w:rsid w:val="009E40E8"/>
    <w:rsid w:val="009E4EA1"/>
    <w:rsid w:val="009E58F8"/>
    <w:rsid w:val="009E6A5F"/>
    <w:rsid w:val="009E6F57"/>
    <w:rsid w:val="009E6F7F"/>
    <w:rsid w:val="009E7286"/>
    <w:rsid w:val="009E7636"/>
    <w:rsid w:val="009F163F"/>
    <w:rsid w:val="009F32AF"/>
    <w:rsid w:val="009F3949"/>
    <w:rsid w:val="009F4E52"/>
    <w:rsid w:val="009F4F18"/>
    <w:rsid w:val="009F6EF9"/>
    <w:rsid w:val="009F7028"/>
    <w:rsid w:val="009F7AA6"/>
    <w:rsid w:val="00A001A8"/>
    <w:rsid w:val="00A0075C"/>
    <w:rsid w:val="00A034D8"/>
    <w:rsid w:val="00A035C4"/>
    <w:rsid w:val="00A049F0"/>
    <w:rsid w:val="00A06B33"/>
    <w:rsid w:val="00A06E8E"/>
    <w:rsid w:val="00A074FC"/>
    <w:rsid w:val="00A11197"/>
    <w:rsid w:val="00A12323"/>
    <w:rsid w:val="00A12BA3"/>
    <w:rsid w:val="00A13277"/>
    <w:rsid w:val="00A136A7"/>
    <w:rsid w:val="00A147C6"/>
    <w:rsid w:val="00A15281"/>
    <w:rsid w:val="00A165D3"/>
    <w:rsid w:val="00A16A2A"/>
    <w:rsid w:val="00A20665"/>
    <w:rsid w:val="00A220BC"/>
    <w:rsid w:val="00A22557"/>
    <w:rsid w:val="00A230C1"/>
    <w:rsid w:val="00A231B3"/>
    <w:rsid w:val="00A237CA"/>
    <w:rsid w:val="00A2432D"/>
    <w:rsid w:val="00A25343"/>
    <w:rsid w:val="00A271C4"/>
    <w:rsid w:val="00A3013F"/>
    <w:rsid w:val="00A30876"/>
    <w:rsid w:val="00A321E1"/>
    <w:rsid w:val="00A323D6"/>
    <w:rsid w:val="00A349A2"/>
    <w:rsid w:val="00A35887"/>
    <w:rsid w:val="00A42432"/>
    <w:rsid w:val="00A4266A"/>
    <w:rsid w:val="00A44534"/>
    <w:rsid w:val="00A44827"/>
    <w:rsid w:val="00A45E76"/>
    <w:rsid w:val="00A46958"/>
    <w:rsid w:val="00A47680"/>
    <w:rsid w:val="00A50022"/>
    <w:rsid w:val="00A51276"/>
    <w:rsid w:val="00A532B6"/>
    <w:rsid w:val="00A5367D"/>
    <w:rsid w:val="00A53DE5"/>
    <w:rsid w:val="00A546EC"/>
    <w:rsid w:val="00A54A26"/>
    <w:rsid w:val="00A54C34"/>
    <w:rsid w:val="00A55878"/>
    <w:rsid w:val="00A55DF0"/>
    <w:rsid w:val="00A57513"/>
    <w:rsid w:val="00A60A02"/>
    <w:rsid w:val="00A60DBF"/>
    <w:rsid w:val="00A6254D"/>
    <w:rsid w:val="00A62D6B"/>
    <w:rsid w:val="00A63843"/>
    <w:rsid w:val="00A65800"/>
    <w:rsid w:val="00A65E8C"/>
    <w:rsid w:val="00A6703D"/>
    <w:rsid w:val="00A6783B"/>
    <w:rsid w:val="00A67BCA"/>
    <w:rsid w:val="00A712EA"/>
    <w:rsid w:val="00A713BD"/>
    <w:rsid w:val="00A71E0F"/>
    <w:rsid w:val="00A71F38"/>
    <w:rsid w:val="00A72E78"/>
    <w:rsid w:val="00A74759"/>
    <w:rsid w:val="00A7499A"/>
    <w:rsid w:val="00A74E9D"/>
    <w:rsid w:val="00A75F82"/>
    <w:rsid w:val="00A7773F"/>
    <w:rsid w:val="00A80468"/>
    <w:rsid w:val="00A81013"/>
    <w:rsid w:val="00A81D01"/>
    <w:rsid w:val="00A8275D"/>
    <w:rsid w:val="00A846B1"/>
    <w:rsid w:val="00A849F9"/>
    <w:rsid w:val="00A84D16"/>
    <w:rsid w:val="00A86E37"/>
    <w:rsid w:val="00A9004D"/>
    <w:rsid w:val="00A90649"/>
    <w:rsid w:val="00A910DA"/>
    <w:rsid w:val="00A92A42"/>
    <w:rsid w:val="00A92AB0"/>
    <w:rsid w:val="00A955FE"/>
    <w:rsid w:val="00A9595A"/>
    <w:rsid w:val="00A95C52"/>
    <w:rsid w:val="00A962E1"/>
    <w:rsid w:val="00AA1634"/>
    <w:rsid w:val="00AA373E"/>
    <w:rsid w:val="00AA4AD4"/>
    <w:rsid w:val="00AA6733"/>
    <w:rsid w:val="00AB0867"/>
    <w:rsid w:val="00AB2B4C"/>
    <w:rsid w:val="00AB421C"/>
    <w:rsid w:val="00AB4F69"/>
    <w:rsid w:val="00AB52BC"/>
    <w:rsid w:val="00AB5A27"/>
    <w:rsid w:val="00AB606F"/>
    <w:rsid w:val="00AB654D"/>
    <w:rsid w:val="00AB7669"/>
    <w:rsid w:val="00AC0127"/>
    <w:rsid w:val="00AC2202"/>
    <w:rsid w:val="00AC23F8"/>
    <w:rsid w:val="00AC48CD"/>
    <w:rsid w:val="00AC5F48"/>
    <w:rsid w:val="00AC61F9"/>
    <w:rsid w:val="00AD025C"/>
    <w:rsid w:val="00AD0BAA"/>
    <w:rsid w:val="00AD38A1"/>
    <w:rsid w:val="00AD3BC7"/>
    <w:rsid w:val="00AD3DA6"/>
    <w:rsid w:val="00AD3F22"/>
    <w:rsid w:val="00AD4BED"/>
    <w:rsid w:val="00AD77C7"/>
    <w:rsid w:val="00AE1B7D"/>
    <w:rsid w:val="00AE2765"/>
    <w:rsid w:val="00AE43A9"/>
    <w:rsid w:val="00AE5DEC"/>
    <w:rsid w:val="00AE71A3"/>
    <w:rsid w:val="00AF0025"/>
    <w:rsid w:val="00AF0291"/>
    <w:rsid w:val="00AF0AB3"/>
    <w:rsid w:val="00AF10AA"/>
    <w:rsid w:val="00AF2DEA"/>
    <w:rsid w:val="00AF5187"/>
    <w:rsid w:val="00AF52DE"/>
    <w:rsid w:val="00AF540B"/>
    <w:rsid w:val="00AF6BBB"/>
    <w:rsid w:val="00B01939"/>
    <w:rsid w:val="00B04BDE"/>
    <w:rsid w:val="00B10241"/>
    <w:rsid w:val="00B1048A"/>
    <w:rsid w:val="00B11294"/>
    <w:rsid w:val="00B11456"/>
    <w:rsid w:val="00B123E3"/>
    <w:rsid w:val="00B125AF"/>
    <w:rsid w:val="00B14F6F"/>
    <w:rsid w:val="00B163C2"/>
    <w:rsid w:val="00B16F9F"/>
    <w:rsid w:val="00B20D16"/>
    <w:rsid w:val="00B210D0"/>
    <w:rsid w:val="00B21D81"/>
    <w:rsid w:val="00B2331D"/>
    <w:rsid w:val="00B24296"/>
    <w:rsid w:val="00B24C2E"/>
    <w:rsid w:val="00B2594A"/>
    <w:rsid w:val="00B26781"/>
    <w:rsid w:val="00B27898"/>
    <w:rsid w:val="00B303E2"/>
    <w:rsid w:val="00B3198A"/>
    <w:rsid w:val="00B34F72"/>
    <w:rsid w:val="00B35168"/>
    <w:rsid w:val="00B354EF"/>
    <w:rsid w:val="00B35830"/>
    <w:rsid w:val="00B36210"/>
    <w:rsid w:val="00B36B35"/>
    <w:rsid w:val="00B3702A"/>
    <w:rsid w:val="00B37D15"/>
    <w:rsid w:val="00B41C38"/>
    <w:rsid w:val="00B45CC2"/>
    <w:rsid w:val="00B46BDA"/>
    <w:rsid w:val="00B47A84"/>
    <w:rsid w:val="00B51BD2"/>
    <w:rsid w:val="00B52281"/>
    <w:rsid w:val="00B53866"/>
    <w:rsid w:val="00B539C2"/>
    <w:rsid w:val="00B54359"/>
    <w:rsid w:val="00B5465A"/>
    <w:rsid w:val="00B546B1"/>
    <w:rsid w:val="00B54B4E"/>
    <w:rsid w:val="00B560B7"/>
    <w:rsid w:val="00B57CB8"/>
    <w:rsid w:val="00B62F4F"/>
    <w:rsid w:val="00B62F57"/>
    <w:rsid w:val="00B63823"/>
    <w:rsid w:val="00B669BA"/>
    <w:rsid w:val="00B672BF"/>
    <w:rsid w:val="00B678EE"/>
    <w:rsid w:val="00B70586"/>
    <w:rsid w:val="00B72914"/>
    <w:rsid w:val="00B72CE1"/>
    <w:rsid w:val="00B73D3E"/>
    <w:rsid w:val="00B73DBF"/>
    <w:rsid w:val="00B75FE2"/>
    <w:rsid w:val="00B77FFC"/>
    <w:rsid w:val="00B8070F"/>
    <w:rsid w:val="00B807DF"/>
    <w:rsid w:val="00B80ED6"/>
    <w:rsid w:val="00B83575"/>
    <w:rsid w:val="00B8403E"/>
    <w:rsid w:val="00B842C1"/>
    <w:rsid w:val="00B843A9"/>
    <w:rsid w:val="00B846B7"/>
    <w:rsid w:val="00B871D2"/>
    <w:rsid w:val="00B903CE"/>
    <w:rsid w:val="00B973D1"/>
    <w:rsid w:val="00BA0872"/>
    <w:rsid w:val="00BA1940"/>
    <w:rsid w:val="00BA1BC2"/>
    <w:rsid w:val="00BA3300"/>
    <w:rsid w:val="00BA33BD"/>
    <w:rsid w:val="00BA45C3"/>
    <w:rsid w:val="00BA636A"/>
    <w:rsid w:val="00BA6F20"/>
    <w:rsid w:val="00BA71D2"/>
    <w:rsid w:val="00BB0645"/>
    <w:rsid w:val="00BB1875"/>
    <w:rsid w:val="00BB27D4"/>
    <w:rsid w:val="00BB38B1"/>
    <w:rsid w:val="00BB655D"/>
    <w:rsid w:val="00BB6C33"/>
    <w:rsid w:val="00BC0CF6"/>
    <w:rsid w:val="00BC16C7"/>
    <w:rsid w:val="00BC2249"/>
    <w:rsid w:val="00BC319F"/>
    <w:rsid w:val="00BC3A32"/>
    <w:rsid w:val="00BC3C32"/>
    <w:rsid w:val="00BC40F2"/>
    <w:rsid w:val="00BC49CE"/>
    <w:rsid w:val="00BD1681"/>
    <w:rsid w:val="00BD1B4F"/>
    <w:rsid w:val="00BD1FD9"/>
    <w:rsid w:val="00BD2A68"/>
    <w:rsid w:val="00BD2F9A"/>
    <w:rsid w:val="00BD35E3"/>
    <w:rsid w:val="00BD3D88"/>
    <w:rsid w:val="00BD6EEA"/>
    <w:rsid w:val="00BD73AE"/>
    <w:rsid w:val="00BD7D59"/>
    <w:rsid w:val="00BE07A2"/>
    <w:rsid w:val="00BE2282"/>
    <w:rsid w:val="00BE2595"/>
    <w:rsid w:val="00BE3508"/>
    <w:rsid w:val="00BE3D6B"/>
    <w:rsid w:val="00BE509D"/>
    <w:rsid w:val="00BE5F82"/>
    <w:rsid w:val="00BE706C"/>
    <w:rsid w:val="00BE722C"/>
    <w:rsid w:val="00BE7371"/>
    <w:rsid w:val="00BF03C9"/>
    <w:rsid w:val="00BF0909"/>
    <w:rsid w:val="00BF0DA2"/>
    <w:rsid w:val="00BF0E85"/>
    <w:rsid w:val="00BF0EA6"/>
    <w:rsid w:val="00BF16B1"/>
    <w:rsid w:val="00BF1941"/>
    <w:rsid w:val="00BF1A61"/>
    <w:rsid w:val="00BF2A21"/>
    <w:rsid w:val="00BF3FE9"/>
    <w:rsid w:val="00BF4661"/>
    <w:rsid w:val="00C00617"/>
    <w:rsid w:val="00C00783"/>
    <w:rsid w:val="00C02361"/>
    <w:rsid w:val="00C02BF3"/>
    <w:rsid w:val="00C03C41"/>
    <w:rsid w:val="00C061C1"/>
    <w:rsid w:val="00C073F9"/>
    <w:rsid w:val="00C16262"/>
    <w:rsid w:val="00C20E7E"/>
    <w:rsid w:val="00C21309"/>
    <w:rsid w:val="00C21784"/>
    <w:rsid w:val="00C21D48"/>
    <w:rsid w:val="00C24487"/>
    <w:rsid w:val="00C253D8"/>
    <w:rsid w:val="00C256B7"/>
    <w:rsid w:val="00C2689F"/>
    <w:rsid w:val="00C26ED0"/>
    <w:rsid w:val="00C27512"/>
    <w:rsid w:val="00C278B7"/>
    <w:rsid w:val="00C279BE"/>
    <w:rsid w:val="00C32616"/>
    <w:rsid w:val="00C32FF7"/>
    <w:rsid w:val="00C33EB7"/>
    <w:rsid w:val="00C33F7C"/>
    <w:rsid w:val="00C342C5"/>
    <w:rsid w:val="00C34A59"/>
    <w:rsid w:val="00C36B18"/>
    <w:rsid w:val="00C372A2"/>
    <w:rsid w:val="00C428B9"/>
    <w:rsid w:val="00C430B4"/>
    <w:rsid w:val="00C43AE1"/>
    <w:rsid w:val="00C44656"/>
    <w:rsid w:val="00C44C57"/>
    <w:rsid w:val="00C4500C"/>
    <w:rsid w:val="00C457AB"/>
    <w:rsid w:val="00C471D0"/>
    <w:rsid w:val="00C47FFB"/>
    <w:rsid w:val="00C50038"/>
    <w:rsid w:val="00C500DD"/>
    <w:rsid w:val="00C50238"/>
    <w:rsid w:val="00C54D2C"/>
    <w:rsid w:val="00C56C24"/>
    <w:rsid w:val="00C56FC7"/>
    <w:rsid w:val="00C573B0"/>
    <w:rsid w:val="00C57726"/>
    <w:rsid w:val="00C61562"/>
    <w:rsid w:val="00C61CAC"/>
    <w:rsid w:val="00C62382"/>
    <w:rsid w:val="00C640EA"/>
    <w:rsid w:val="00C64F09"/>
    <w:rsid w:val="00C658E5"/>
    <w:rsid w:val="00C6591A"/>
    <w:rsid w:val="00C67BA5"/>
    <w:rsid w:val="00C705FB"/>
    <w:rsid w:val="00C70FDF"/>
    <w:rsid w:val="00C71D7C"/>
    <w:rsid w:val="00C72E90"/>
    <w:rsid w:val="00C735E1"/>
    <w:rsid w:val="00C75725"/>
    <w:rsid w:val="00C758FC"/>
    <w:rsid w:val="00C76B45"/>
    <w:rsid w:val="00C82F39"/>
    <w:rsid w:val="00C84876"/>
    <w:rsid w:val="00C867EC"/>
    <w:rsid w:val="00C86A77"/>
    <w:rsid w:val="00C9056C"/>
    <w:rsid w:val="00C91A29"/>
    <w:rsid w:val="00C95767"/>
    <w:rsid w:val="00C9645A"/>
    <w:rsid w:val="00C9681A"/>
    <w:rsid w:val="00C96D82"/>
    <w:rsid w:val="00C97B1C"/>
    <w:rsid w:val="00C97D0E"/>
    <w:rsid w:val="00CA081F"/>
    <w:rsid w:val="00CA0E19"/>
    <w:rsid w:val="00CA123B"/>
    <w:rsid w:val="00CA2DBA"/>
    <w:rsid w:val="00CA3E34"/>
    <w:rsid w:val="00CA4A89"/>
    <w:rsid w:val="00CA5152"/>
    <w:rsid w:val="00CB06DE"/>
    <w:rsid w:val="00CB0789"/>
    <w:rsid w:val="00CB281C"/>
    <w:rsid w:val="00CB3CFF"/>
    <w:rsid w:val="00CB4970"/>
    <w:rsid w:val="00CB49FE"/>
    <w:rsid w:val="00CB4BB6"/>
    <w:rsid w:val="00CB55CF"/>
    <w:rsid w:val="00CB5D21"/>
    <w:rsid w:val="00CB6785"/>
    <w:rsid w:val="00CB7CD2"/>
    <w:rsid w:val="00CC11CB"/>
    <w:rsid w:val="00CC15F5"/>
    <w:rsid w:val="00CC1B36"/>
    <w:rsid w:val="00CC4EFA"/>
    <w:rsid w:val="00CC5003"/>
    <w:rsid w:val="00CC6620"/>
    <w:rsid w:val="00CD0F09"/>
    <w:rsid w:val="00CD1171"/>
    <w:rsid w:val="00CD19E6"/>
    <w:rsid w:val="00CD25BB"/>
    <w:rsid w:val="00CD26A2"/>
    <w:rsid w:val="00CD276C"/>
    <w:rsid w:val="00CD361B"/>
    <w:rsid w:val="00CD3C06"/>
    <w:rsid w:val="00CD4F2D"/>
    <w:rsid w:val="00CD543B"/>
    <w:rsid w:val="00CD6666"/>
    <w:rsid w:val="00CD666A"/>
    <w:rsid w:val="00CD68BB"/>
    <w:rsid w:val="00CD7073"/>
    <w:rsid w:val="00CE2BB1"/>
    <w:rsid w:val="00CE2F45"/>
    <w:rsid w:val="00CE3CBF"/>
    <w:rsid w:val="00CE45D6"/>
    <w:rsid w:val="00CE4E5F"/>
    <w:rsid w:val="00CE619A"/>
    <w:rsid w:val="00CE6231"/>
    <w:rsid w:val="00CE6CA4"/>
    <w:rsid w:val="00CE6E36"/>
    <w:rsid w:val="00CE7824"/>
    <w:rsid w:val="00CF01AB"/>
    <w:rsid w:val="00CF29A1"/>
    <w:rsid w:val="00CF3425"/>
    <w:rsid w:val="00CF34A8"/>
    <w:rsid w:val="00CF42EE"/>
    <w:rsid w:val="00CF4FF3"/>
    <w:rsid w:val="00CF5175"/>
    <w:rsid w:val="00CF7C59"/>
    <w:rsid w:val="00D001DB"/>
    <w:rsid w:val="00D01727"/>
    <w:rsid w:val="00D01E18"/>
    <w:rsid w:val="00D0386F"/>
    <w:rsid w:val="00D03CB5"/>
    <w:rsid w:val="00D04E42"/>
    <w:rsid w:val="00D057E0"/>
    <w:rsid w:val="00D07826"/>
    <w:rsid w:val="00D07E2A"/>
    <w:rsid w:val="00D12687"/>
    <w:rsid w:val="00D127BE"/>
    <w:rsid w:val="00D13F88"/>
    <w:rsid w:val="00D15007"/>
    <w:rsid w:val="00D1542B"/>
    <w:rsid w:val="00D15907"/>
    <w:rsid w:val="00D16B5C"/>
    <w:rsid w:val="00D177F4"/>
    <w:rsid w:val="00D17D5F"/>
    <w:rsid w:val="00D20AC7"/>
    <w:rsid w:val="00D21310"/>
    <w:rsid w:val="00D21674"/>
    <w:rsid w:val="00D231B6"/>
    <w:rsid w:val="00D26EFA"/>
    <w:rsid w:val="00D271EB"/>
    <w:rsid w:val="00D2749E"/>
    <w:rsid w:val="00D3291A"/>
    <w:rsid w:val="00D3348B"/>
    <w:rsid w:val="00D335C7"/>
    <w:rsid w:val="00D3559A"/>
    <w:rsid w:val="00D36561"/>
    <w:rsid w:val="00D37757"/>
    <w:rsid w:val="00D40482"/>
    <w:rsid w:val="00D411C5"/>
    <w:rsid w:val="00D4256A"/>
    <w:rsid w:val="00D44281"/>
    <w:rsid w:val="00D446E1"/>
    <w:rsid w:val="00D45B61"/>
    <w:rsid w:val="00D4613F"/>
    <w:rsid w:val="00D46F8B"/>
    <w:rsid w:val="00D4720F"/>
    <w:rsid w:val="00D47B57"/>
    <w:rsid w:val="00D510B9"/>
    <w:rsid w:val="00D52477"/>
    <w:rsid w:val="00D524FE"/>
    <w:rsid w:val="00D5400F"/>
    <w:rsid w:val="00D55C96"/>
    <w:rsid w:val="00D56349"/>
    <w:rsid w:val="00D565EF"/>
    <w:rsid w:val="00D567B4"/>
    <w:rsid w:val="00D570D0"/>
    <w:rsid w:val="00D57CF0"/>
    <w:rsid w:val="00D606D3"/>
    <w:rsid w:val="00D6086B"/>
    <w:rsid w:val="00D610C0"/>
    <w:rsid w:val="00D62C65"/>
    <w:rsid w:val="00D638B9"/>
    <w:rsid w:val="00D64659"/>
    <w:rsid w:val="00D6471C"/>
    <w:rsid w:val="00D6640D"/>
    <w:rsid w:val="00D67A0A"/>
    <w:rsid w:val="00D67A98"/>
    <w:rsid w:val="00D70766"/>
    <w:rsid w:val="00D75A4D"/>
    <w:rsid w:val="00D76BDA"/>
    <w:rsid w:val="00D773C0"/>
    <w:rsid w:val="00D8088F"/>
    <w:rsid w:val="00D8147F"/>
    <w:rsid w:val="00D821DB"/>
    <w:rsid w:val="00D82468"/>
    <w:rsid w:val="00D82994"/>
    <w:rsid w:val="00D83748"/>
    <w:rsid w:val="00D840F6"/>
    <w:rsid w:val="00D847CC"/>
    <w:rsid w:val="00D84F7A"/>
    <w:rsid w:val="00D85F34"/>
    <w:rsid w:val="00D86494"/>
    <w:rsid w:val="00D86F9D"/>
    <w:rsid w:val="00D87ACD"/>
    <w:rsid w:val="00D90DAD"/>
    <w:rsid w:val="00D9139D"/>
    <w:rsid w:val="00D92019"/>
    <w:rsid w:val="00D9297C"/>
    <w:rsid w:val="00D92D0E"/>
    <w:rsid w:val="00D9553F"/>
    <w:rsid w:val="00DA0DCF"/>
    <w:rsid w:val="00DA1D90"/>
    <w:rsid w:val="00DA34D1"/>
    <w:rsid w:val="00DA4E9D"/>
    <w:rsid w:val="00DA5E6E"/>
    <w:rsid w:val="00DA7CCC"/>
    <w:rsid w:val="00DA7E7F"/>
    <w:rsid w:val="00DB070B"/>
    <w:rsid w:val="00DB0ADB"/>
    <w:rsid w:val="00DB2630"/>
    <w:rsid w:val="00DB2944"/>
    <w:rsid w:val="00DB3363"/>
    <w:rsid w:val="00DB3E78"/>
    <w:rsid w:val="00DB481C"/>
    <w:rsid w:val="00DB5CFF"/>
    <w:rsid w:val="00DC072C"/>
    <w:rsid w:val="00DC108F"/>
    <w:rsid w:val="00DC223A"/>
    <w:rsid w:val="00DC3FF7"/>
    <w:rsid w:val="00DC5B16"/>
    <w:rsid w:val="00DC7A70"/>
    <w:rsid w:val="00DD0F61"/>
    <w:rsid w:val="00DD16DE"/>
    <w:rsid w:val="00DD1809"/>
    <w:rsid w:val="00DD19CD"/>
    <w:rsid w:val="00DD2114"/>
    <w:rsid w:val="00DD2635"/>
    <w:rsid w:val="00DD29AA"/>
    <w:rsid w:val="00DD323B"/>
    <w:rsid w:val="00DD35D6"/>
    <w:rsid w:val="00DD4B04"/>
    <w:rsid w:val="00DD635D"/>
    <w:rsid w:val="00DD6A55"/>
    <w:rsid w:val="00DE0043"/>
    <w:rsid w:val="00DE122A"/>
    <w:rsid w:val="00DE14DC"/>
    <w:rsid w:val="00DE17C2"/>
    <w:rsid w:val="00DE248D"/>
    <w:rsid w:val="00DE4247"/>
    <w:rsid w:val="00DE596A"/>
    <w:rsid w:val="00DE5D28"/>
    <w:rsid w:val="00DE666A"/>
    <w:rsid w:val="00DE67FD"/>
    <w:rsid w:val="00DE6889"/>
    <w:rsid w:val="00DE6C3F"/>
    <w:rsid w:val="00DE74BD"/>
    <w:rsid w:val="00DE79B9"/>
    <w:rsid w:val="00DE79CC"/>
    <w:rsid w:val="00DE7BF5"/>
    <w:rsid w:val="00DF250D"/>
    <w:rsid w:val="00DF2FE5"/>
    <w:rsid w:val="00DF4B7E"/>
    <w:rsid w:val="00DF51C1"/>
    <w:rsid w:val="00DF5655"/>
    <w:rsid w:val="00DF6706"/>
    <w:rsid w:val="00DF670F"/>
    <w:rsid w:val="00DF73CE"/>
    <w:rsid w:val="00DF75CA"/>
    <w:rsid w:val="00DF78CC"/>
    <w:rsid w:val="00E003D8"/>
    <w:rsid w:val="00E00764"/>
    <w:rsid w:val="00E008B8"/>
    <w:rsid w:val="00E01B82"/>
    <w:rsid w:val="00E03895"/>
    <w:rsid w:val="00E044F1"/>
    <w:rsid w:val="00E04DFA"/>
    <w:rsid w:val="00E07FEE"/>
    <w:rsid w:val="00E11F94"/>
    <w:rsid w:val="00E1396E"/>
    <w:rsid w:val="00E13B20"/>
    <w:rsid w:val="00E14CE6"/>
    <w:rsid w:val="00E15E0D"/>
    <w:rsid w:val="00E162B5"/>
    <w:rsid w:val="00E1686A"/>
    <w:rsid w:val="00E17DD7"/>
    <w:rsid w:val="00E201D4"/>
    <w:rsid w:val="00E2033B"/>
    <w:rsid w:val="00E21DD0"/>
    <w:rsid w:val="00E22731"/>
    <w:rsid w:val="00E22EE0"/>
    <w:rsid w:val="00E24296"/>
    <w:rsid w:val="00E24C6B"/>
    <w:rsid w:val="00E25D1C"/>
    <w:rsid w:val="00E264E8"/>
    <w:rsid w:val="00E27A23"/>
    <w:rsid w:val="00E35DBB"/>
    <w:rsid w:val="00E365D7"/>
    <w:rsid w:val="00E3771C"/>
    <w:rsid w:val="00E417E9"/>
    <w:rsid w:val="00E42FBA"/>
    <w:rsid w:val="00E4324A"/>
    <w:rsid w:val="00E446BE"/>
    <w:rsid w:val="00E44D9B"/>
    <w:rsid w:val="00E44FD6"/>
    <w:rsid w:val="00E455EB"/>
    <w:rsid w:val="00E522B0"/>
    <w:rsid w:val="00E52777"/>
    <w:rsid w:val="00E52F94"/>
    <w:rsid w:val="00E53E5E"/>
    <w:rsid w:val="00E55461"/>
    <w:rsid w:val="00E560E9"/>
    <w:rsid w:val="00E562A8"/>
    <w:rsid w:val="00E56B90"/>
    <w:rsid w:val="00E61F85"/>
    <w:rsid w:val="00E62273"/>
    <w:rsid w:val="00E63EDC"/>
    <w:rsid w:val="00E64093"/>
    <w:rsid w:val="00E641F0"/>
    <w:rsid w:val="00E65B73"/>
    <w:rsid w:val="00E7015D"/>
    <w:rsid w:val="00E70674"/>
    <w:rsid w:val="00E72C4F"/>
    <w:rsid w:val="00E75EF0"/>
    <w:rsid w:val="00E75F3B"/>
    <w:rsid w:val="00E76126"/>
    <w:rsid w:val="00E763DB"/>
    <w:rsid w:val="00E76446"/>
    <w:rsid w:val="00E80F55"/>
    <w:rsid w:val="00E81977"/>
    <w:rsid w:val="00E8282D"/>
    <w:rsid w:val="00E83F99"/>
    <w:rsid w:val="00E86BBC"/>
    <w:rsid w:val="00E92040"/>
    <w:rsid w:val="00E94457"/>
    <w:rsid w:val="00E94EFB"/>
    <w:rsid w:val="00E9638C"/>
    <w:rsid w:val="00E972F7"/>
    <w:rsid w:val="00EA0511"/>
    <w:rsid w:val="00EA221D"/>
    <w:rsid w:val="00EA24D2"/>
    <w:rsid w:val="00EA2CD5"/>
    <w:rsid w:val="00EA56CE"/>
    <w:rsid w:val="00EA5796"/>
    <w:rsid w:val="00EA5923"/>
    <w:rsid w:val="00EA5E59"/>
    <w:rsid w:val="00EA60E9"/>
    <w:rsid w:val="00EA6302"/>
    <w:rsid w:val="00EA678C"/>
    <w:rsid w:val="00EA6C3F"/>
    <w:rsid w:val="00EA75A7"/>
    <w:rsid w:val="00EA7D62"/>
    <w:rsid w:val="00EB297B"/>
    <w:rsid w:val="00EB2E64"/>
    <w:rsid w:val="00EB48E5"/>
    <w:rsid w:val="00EB4D94"/>
    <w:rsid w:val="00EB4FB1"/>
    <w:rsid w:val="00EC0522"/>
    <w:rsid w:val="00EC2D42"/>
    <w:rsid w:val="00EC5838"/>
    <w:rsid w:val="00EC5E65"/>
    <w:rsid w:val="00ED24B7"/>
    <w:rsid w:val="00ED2E96"/>
    <w:rsid w:val="00ED309D"/>
    <w:rsid w:val="00ED5D13"/>
    <w:rsid w:val="00ED68AC"/>
    <w:rsid w:val="00ED6B34"/>
    <w:rsid w:val="00ED7824"/>
    <w:rsid w:val="00EE0354"/>
    <w:rsid w:val="00EE2E45"/>
    <w:rsid w:val="00EE4FFA"/>
    <w:rsid w:val="00EE5396"/>
    <w:rsid w:val="00EE60BA"/>
    <w:rsid w:val="00EE6431"/>
    <w:rsid w:val="00EE6A3C"/>
    <w:rsid w:val="00EF10B9"/>
    <w:rsid w:val="00EF182C"/>
    <w:rsid w:val="00EF2D7B"/>
    <w:rsid w:val="00EF4912"/>
    <w:rsid w:val="00EF4D76"/>
    <w:rsid w:val="00EF52EA"/>
    <w:rsid w:val="00EF5828"/>
    <w:rsid w:val="00EF5E22"/>
    <w:rsid w:val="00F00285"/>
    <w:rsid w:val="00F0117B"/>
    <w:rsid w:val="00F019B7"/>
    <w:rsid w:val="00F01FB8"/>
    <w:rsid w:val="00F022D3"/>
    <w:rsid w:val="00F04724"/>
    <w:rsid w:val="00F0756A"/>
    <w:rsid w:val="00F076C9"/>
    <w:rsid w:val="00F106EE"/>
    <w:rsid w:val="00F10778"/>
    <w:rsid w:val="00F11472"/>
    <w:rsid w:val="00F11F89"/>
    <w:rsid w:val="00F13020"/>
    <w:rsid w:val="00F14873"/>
    <w:rsid w:val="00F20C56"/>
    <w:rsid w:val="00F2230C"/>
    <w:rsid w:val="00F229BA"/>
    <w:rsid w:val="00F24A97"/>
    <w:rsid w:val="00F2635F"/>
    <w:rsid w:val="00F3010E"/>
    <w:rsid w:val="00F348DE"/>
    <w:rsid w:val="00F357A6"/>
    <w:rsid w:val="00F35F0F"/>
    <w:rsid w:val="00F370D4"/>
    <w:rsid w:val="00F40210"/>
    <w:rsid w:val="00F40C52"/>
    <w:rsid w:val="00F41597"/>
    <w:rsid w:val="00F432DB"/>
    <w:rsid w:val="00F44BBF"/>
    <w:rsid w:val="00F455E8"/>
    <w:rsid w:val="00F45720"/>
    <w:rsid w:val="00F463A5"/>
    <w:rsid w:val="00F473EB"/>
    <w:rsid w:val="00F503BE"/>
    <w:rsid w:val="00F504B1"/>
    <w:rsid w:val="00F512F0"/>
    <w:rsid w:val="00F51D55"/>
    <w:rsid w:val="00F51E5D"/>
    <w:rsid w:val="00F5235C"/>
    <w:rsid w:val="00F53367"/>
    <w:rsid w:val="00F551A6"/>
    <w:rsid w:val="00F551BB"/>
    <w:rsid w:val="00F555A9"/>
    <w:rsid w:val="00F55A01"/>
    <w:rsid w:val="00F55F44"/>
    <w:rsid w:val="00F56149"/>
    <w:rsid w:val="00F56347"/>
    <w:rsid w:val="00F564E3"/>
    <w:rsid w:val="00F56709"/>
    <w:rsid w:val="00F57D3E"/>
    <w:rsid w:val="00F57E87"/>
    <w:rsid w:val="00F60094"/>
    <w:rsid w:val="00F603B2"/>
    <w:rsid w:val="00F60608"/>
    <w:rsid w:val="00F6203D"/>
    <w:rsid w:val="00F62700"/>
    <w:rsid w:val="00F6288D"/>
    <w:rsid w:val="00F641D8"/>
    <w:rsid w:val="00F6467B"/>
    <w:rsid w:val="00F64D6B"/>
    <w:rsid w:val="00F65A35"/>
    <w:rsid w:val="00F6741C"/>
    <w:rsid w:val="00F6780B"/>
    <w:rsid w:val="00F71F7A"/>
    <w:rsid w:val="00F72413"/>
    <w:rsid w:val="00F7356A"/>
    <w:rsid w:val="00F74FCD"/>
    <w:rsid w:val="00F8021C"/>
    <w:rsid w:val="00F803B6"/>
    <w:rsid w:val="00F849AE"/>
    <w:rsid w:val="00F87A87"/>
    <w:rsid w:val="00F91614"/>
    <w:rsid w:val="00F93A6C"/>
    <w:rsid w:val="00F9411A"/>
    <w:rsid w:val="00F94267"/>
    <w:rsid w:val="00F95CD4"/>
    <w:rsid w:val="00F97E3B"/>
    <w:rsid w:val="00FA066E"/>
    <w:rsid w:val="00FA08D2"/>
    <w:rsid w:val="00FA0FB2"/>
    <w:rsid w:val="00FA2339"/>
    <w:rsid w:val="00FA39EB"/>
    <w:rsid w:val="00FA3ECF"/>
    <w:rsid w:val="00FA3EEC"/>
    <w:rsid w:val="00FA5081"/>
    <w:rsid w:val="00FA5A0B"/>
    <w:rsid w:val="00FA62BD"/>
    <w:rsid w:val="00FA68E4"/>
    <w:rsid w:val="00FA6FE3"/>
    <w:rsid w:val="00FA7F8C"/>
    <w:rsid w:val="00FB13B5"/>
    <w:rsid w:val="00FB1855"/>
    <w:rsid w:val="00FB2257"/>
    <w:rsid w:val="00FB32EA"/>
    <w:rsid w:val="00FB431D"/>
    <w:rsid w:val="00FB4E6B"/>
    <w:rsid w:val="00FB4FB3"/>
    <w:rsid w:val="00FB5B8F"/>
    <w:rsid w:val="00FB7D62"/>
    <w:rsid w:val="00FB7DCE"/>
    <w:rsid w:val="00FC04CF"/>
    <w:rsid w:val="00FC21D5"/>
    <w:rsid w:val="00FC5A6D"/>
    <w:rsid w:val="00FC627F"/>
    <w:rsid w:val="00FC7EF4"/>
    <w:rsid w:val="00FD2D46"/>
    <w:rsid w:val="00FD35D7"/>
    <w:rsid w:val="00FD42AD"/>
    <w:rsid w:val="00FD5D62"/>
    <w:rsid w:val="00FD6560"/>
    <w:rsid w:val="00FD66BB"/>
    <w:rsid w:val="00FD7103"/>
    <w:rsid w:val="00FD7AEA"/>
    <w:rsid w:val="00FD7D6B"/>
    <w:rsid w:val="00FD7DE4"/>
    <w:rsid w:val="00FE10A7"/>
    <w:rsid w:val="00FE1686"/>
    <w:rsid w:val="00FE1F40"/>
    <w:rsid w:val="00FE3979"/>
    <w:rsid w:val="00FE4699"/>
    <w:rsid w:val="00FE59EC"/>
    <w:rsid w:val="00FE64E6"/>
    <w:rsid w:val="00FE6BD0"/>
    <w:rsid w:val="00FE7164"/>
    <w:rsid w:val="00FE7F0B"/>
    <w:rsid w:val="00FF1F4F"/>
    <w:rsid w:val="00FF2C6A"/>
    <w:rsid w:val="00FF364A"/>
    <w:rsid w:val="00FF3860"/>
    <w:rsid w:val="00FF5A17"/>
    <w:rsid w:val="00FF61F5"/>
    <w:rsid w:val="00FF6848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,#06f,#0064c8"/>
    </o:shapedefaults>
    <o:shapelayout v:ext="edit">
      <o:idmap v:ext="edit" data="1"/>
    </o:shapelayout>
  </w:shapeDefaults>
  <w:decimalSymbol w:val="."/>
  <w:listSeparator w:val=","/>
  <w14:docId w14:val="2E56A923"/>
  <w15:docId w15:val="{7ED976AC-5CF2-4702-A6FD-C08860E2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" w:hAnsi="Times"/>
      <w:sz w:val="22"/>
    </w:rPr>
  </w:style>
  <w:style w:type="paragraph" w:styleId="Heading1">
    <w:name w:val="heading 1"/>
    <w:next w:val="ParaBody"/>
    <w:autoRedefine/>
    <w:qFormat/>
    <w:rsid w:val="00BF1A61"/>
    <w:pPr>
      <w:keepNext/>
      <w:numPr>
        <w:numId w:val="14"/>
      </w:numPr>
      <w:suppressAutoHyphens/>
      <w:spacing w:before="720" w:after="120" w:line="360" w:lineRule="exact"/>
      <w:outlineLvl w:val="0"/>
    </w:pPr>
    <w:rPr>
      <w:rFonts w:ascii="Helvetica" w:hAnsi="Helvetica"/>
      <w:b/>
      <w:sz w:val="36"/>
      <w:szCs w:val="36"/>
    </w:rPr>
  </w:style>
  <w:style w:type="paragraph" w:styleId="Heading2">
    <w:name w:val="heading 2"/>
    <w:next w:val="ParaBody"/>
    <w:autoRedefine/>
    <w:qFormat/>
    <w:rsid w:val="0086380D"/>
    <w:pPr>
      <w:keepNext/>
      <w:numPr>
        <w:ilvl w:val="1"/>
        <w:numId w:val="14"/>
      </w:numPr>
      <w:tabs>
        <w:tab w:val="left" w:pos="900"/>
      </w:tabs>
      <w:spacing w:before="400" w:after="80" w:line="300" w:lineRule="exact"/>
      <w:outlineLvl w:val="1"/>
    </w:pPr>
    <w:rPr>
      <w:rFonts w:ascii="Helvetica" w:hAnsi="Helvetica" w:cs="Helvetica"/>
      <w:b/>
      <w:color w:val="000000"/>
      <w:sz w:val="22"/>
      <w:szCs w:val="22"/>
      <w:lang w:eastAsia="zh-CN"/>
    </w:rPr>
  </w:style>
  <w:style w:type="paragraph" w:styleId="Heading3">
    <w:name w:val="heading 3"/>
    <w:next w:val="ParaBody"/>
    <w:autoRedefine/>
    <w:qFormat/>
    <w:rsid w:val="006F3870"/>
    <w:pPr>
      <w:keepNext/>
      <w:numPr>
        <w:ilvl w:val="2"/>
        <w:numId w:val="14"/>
      </w:numPr>
      <w:tabs>
        <w:tab w:val="left" w:pos="1152"/>
      </w:tabs>
      <w:spacing w:before="400" w:after="120" w:line="280" w:lineRule="exact"/>
      <w:outlineLvl w:val="2"/>
    </w:pPr>
    <w:rPr>
      <w:rFonts w:ascii="Helvetica" w:hAnsi="Helvetica"/>
      <w:b/>
      <w:sz w:val="28"/>
      <w:szCs w:val="28"/>
    </w:rPr>
  </w:style>
  <w:style w:type="paragraph" w:styleId="Heading4">
    <w:name w:val="heading 4"/>
    <w:next w:val="ParaBody"/>
    <w:qFormat/>
    <w:rsid w:val="00FF61F5"/>
    <w:pPr>
      <w:keepNext/>
      <w:numPr>
        <w:ilvl w:val="3"/>
        <w:numId w:val="14"/>
      </w:numPr>
      <w:tabs>
        <w:tab w:val="left" w:pos="1296"/>
      </w:tabs>
      <w:spacing w:before="360" w:after="120" w:line="300" w:lineRule="exact"/>
      <w:outlineLvl w:val="3"/>
    </w:pPr>
    <w:rPr>
      <w:rFonts w:ascii="Helvetica" w:hAnsi="Helvetica"/>
      <w:b/>
      <w:sz w:val="26"/>
      <w:szCs w:val="26"/>
    </w:rPr>
  </w:style>
  <w:style w:type="paragraph" w:styleId="Heading5">
    <w:name w:val="heading 5"/>
    <w:next w:val="ParaBody"/>
    <w:qFormat/>
    <w:rsid w:val="00FF61F5"/>
    <w:pPr>
      <w:keepNext/>
      <w:numPr>
        <w:ilvl w:val="4"/>
        <w:numId w:val="14"/>
      </w:numPr>
      <w:spacing w:before="320" w:after="120" w:line="280" w:lineRule="exact"/>
      <w:outlineLvl w:val="4"/>
    </w:pPr>
    <w:rPr>
      <w:rFonts w:ascii="Helvetica" w:hAnsi="Helvetica"/>
      <w:b/>
      <w:sz w:val="24"/>
      <w:szCs w:val="24"/>
    </w:rPr>
  </w:style>
  <w:style w:type="paragraph" w:styleId="Heading6">
    <w:name w:val="heading 6"/>
    <w:next w:val="ParaBody"/>
    <w:qFormat/>
    <w:rsid w:val="00FF61F5"/>
    <w:pPr>
      <w:numPr>
        <w:ilvl w:val="5"/>
        <w:numId w:val="14"/>
      </w:numPr>
      <w:tabs>
        <w:tab w:val="left" w:pos="1656"/>
      </w:tabs>
      <w:spacing w:before="280" w:after="120" w:line="240" w:lineRule="exact"/>
      <w:outlineLvl w:val="5"/>
    </w:pPr>
    <w:rPr>
      <w:rFonts w:ascii="Helvetica" w:hAnsi="Helvetica"/>
      <w:b/>
      <w:i/>
      <w:sz w:val="22"/>
      <w:szCs w:val="22"/>
    </w:rPr>
  </w:style>
  <w:style w:type="paragraph" w:styleId="Heading7">
    <w:name w:val="heading 7"/>
    <w:next w:val="ParaBody"/>
    <w:qFormat/>
    <w:rsid w:val="00FF61F5"/>
    <w:pPr>
      <w:numPr>
        <w:ilvl w:val="6"/>
        <w:numId w:val="14"/>
      </w:numPr>
      <w:tabs>
        <w:tab w:val="left" w:pos="1872"/>
      </w:tabs>
      <w:spacing w:before="240" w:after="80"/>
      <w:outlineLvl w:val="6"/>
    </w:pPr>
    <w:rPr>
      <w:rFonts w:ascii="Helvetica" w:hAnsi="Helvetica"/>
      <w:b/>
    </w:rPr>
  </w:style>
  <w:style w:type="paragraph" w:styleId="Heading8">
    <w:name w:val="heading 8"/>
    <w:next w:val="ParaBody"/>
    <w:qFormat/>
    <w:rsid w:val="00FF61F5"/>
    <w:pPr>
      <w:numPr>
        <w:ilvl w:val="7"/>
        <w:numId w:val="14"/>
      </w:numPr>
      <w:tabs>
        <w:tab w:val="left" w:pos="2088"/>
      </w:tabs>
      <w:spacing w:before="240" w:after="60"/>
      <w:outlineLvl w:val="7"/>
    </w:pPr>
    <w:rPr>
      <w:rFonts w:ascii="Helvetica" w:hAnsi="Helvetica"/>
      <w:i/>
    </w:rPr>
  </w:style>
  <w:style w:type="paragraph" w:styleId="Heading9">
    <w:name w:val="heading 9"/>
    <w:next w:val="ParaBody"/>
    <w:qFormat/>
    <w:rsid w:val="00FF61F5"/>
    <w:pPr>
      <w:numPr>
        <w:ilvl w:val="8"/>
        <w:numId w:val="14"/>
      </w:numPr>
      <w:spacing w:before="240" w:after="60"/>
      <w:outlineLvl w:val="8"/>
    </w:pPr>
    <w:rPr>
      <w:rFonts w:ascii="Helvetica" w:hAnsi="Helvetica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Body">
    <w:name w:val="Para_Body"/>
    <w:link w:val="ParaBodyChar"/>
    <w:autoRedefine/>
    <w:rsid w:val="00C86A77"/>
    <w:pPr>
      <w:suppressAutoHyphens/>
      <w:overflowPunct w:val="0"/>
      <w:autoSpaceDE w:val="0"/>
      <w:autoSpaceDN w:val="0"/>
      <w:adjustRightInd w:val="0"/>
      <w:spacing w:before="100" w:after="40" w:line="240" w:lineRule="exact"/>
      <w:textAlignment w:val="baseline"/>
    </w:pPr>
    <w:rPr>
      <w:rFonts w:ascii="Helvetica" w:hAnsi="Helvetica" w:cs="Arial"/>
      <w:color w:val="FF0000"/>
      <w:sz w:val="24"/>
      <w:szCs w:val="24"/>
      <w:lang w:eastAsia="zh-CN"/>
    </w:rPr>
  </w:style>
  <w:style w:type="character" w:customStyle="1" w:styleId="ParaBodyChar">
    <w:name w:val="Para_Body Char"/>
    <w:basedOn w:val="DefaultParagraphFont"/>
    <w:link w:val="ParaBody"/>
    <w:rsid w:val="00C86A77"/>
    <w:rPr>
      <w:rFonts w:ascii="Helvetica" w:hAnsi="Helvetica" w:cs="Arial"/>
      <w:color w:val="FF0000"/>
      <w:sz w:val="24"/>
      <w:szCs w:val="24"/>
      <w:lang w:eastAsia="zh-CN"/>
    </w:rPr>
  </w:style>
  <w:style w:type="paragraph" w:styleId="TOC1">
    <w:name w:val="toc 1"/>
    <w:autoRedefine/>
    <w:semiHidden/>
    <w:rsid w:val="00FF61F5"/>
    <w:pPr>
      <w:tabs>
        <w:tab w:val="left" w:pos="720"/>
        <w:tab w:val="right" w:leader="dot" w:pos="9360"/>
      </w:tabs>
      <w:spacing w:before="320" w:after="40" w:line="320" w:lineRule="exact"/>
    </w:pPr>
    <w:rPr>
      <w:rFonts w:ascii="Arial" w:hAnsi="Arial"/>
      <w:b/>
      <w:szCs w:val="26"/>
    </w:rPr>
  </w:style>
  <w:style w:type="paragraph" w:customStyle="1" w:styleId="Equation">
    <w:name w:val="Equation"/>
    <w:basedOn w:val="ParaBody"/>
    <w:rsid w:val="00FF61F5"/>
    <w:pPr>
      <w:tabs>
        <w:tab w:val="left" w:pos="720"/>
      </w:tabs>
      <w:spacing w:before="240" w:after="160"/>
      <w:jc w:val="center"/>
    </w:pPr>
  </w:style>
  <w:style w:type="paragraph" w:styleId="NoteHeading">
    <w:name w:val="Note Heading"/>
    <w:basedOn w:val="NoteText"/>
    <w:next w:val="NoteText"/>
    <w:autoRedefine/>
    <w:rsid w:val="00FF61F5"/>
    <w:pPr>
      <w:spacing w:before="180" w:after="0"/>
      <w:ind w:left="0" w:right="504"/>
      <w:jc w:val="center"/>
    </w:pPr>
    <w:rPr>
      <w:b/>
    </w:rPr>
  </w:style>
  <w:style w:type="paragraph" w:customStyle="1" w:styleId="NoteText">
    <w:name w:val="NoteText"/>
    <w:basedOn w:val="ParaBody"/>
    <w:rsid w:val="00FF61F5"/>
    <w:pPr>
      <w:spacing w:before="80"/>
      <w:ind w:left="1440" w:right="1944"/>
    </w:pPr>
  </w:style>
  <w:style w:type="paragraph" w:customStyle="1" w:styleId="TBHeadC">
    <w:name w:val="TBHead_C"/>
    <w:basedOn w:val="TBItemC"/>
    <w:autoRedefine/>
    <w:rsid w:val="006C61EF"/>
    <w:pPr>
      <w:keepNext/>
      <w:ind w:left="72" w:right="43"/>
    </w:pPr>
    <w:rPr>
      <w:b/>
      <w:color w:val="auto"/>
    </w:rPr>
  </w:style>
  <w:style w:type="paragraph" w:customStyle="1" w:styleId="TBItemC">
    <w:name w:val="TBItem_C"/>
    <w:basedOn w:val="TBItemL"/>
    <w:autoRedefine/>
    <w:rsid w:val="00FF61F5"/>
    <w:pPr>
      <w:jc w:val="center"/>
    </w:pPr>
  </w:style>
  <w:style w:type="paragraph" w:customStyle="1" w:styleId="TBItemL">
    <w:name w:val="TBItem_L"/>
    <w:link w:val="TBItemLChar"/>
    <w:autoRedefine/>
    <w:rsid w:val="009172D3"/>
    <w:pPr>
      <w:tabs>
        <w:tab w:val="left" w:pos="-389"/>
        <w:tab w:val="left" w:pos="518"/>
        <w:tab w:val="left" w:pos="1022"/>
        <w:tab w:val="left" w:pos="1929"/>
      </w:tabs>
      <w:overflowPunct w:val="0"/>
      <w:autoSpaceDE w:val="0"/>
      <w:autoSpaceDN w:val="0"/>
      <w:adjustRightInd w:val="0"/>
      <w:spacing w:before="80" w:after="40" w:line="180" w:lineRule="exact"/>
      <w:textAlignment w:val="baseline"/>
    </w:pPr>
    <w:rPr>
      <w:rFonts w:ascii="Helvetica" w:eastAsia="SimSun" w:hAnsi="Helvetica" w:cs="Helvetica"/>
      <w:snapToGrid w:val="0"/>
      <w:color w:val="FF0000"/>
      <w:sz w:val="18"/>
      <w:szCs w:val="18"/>
    </w:rPr>
  </w:style>
  <w:style w:type="character" w:customStyle="1" w:styleId="TBItemLChar">
    <w:name w:val="TBItem_L Char"/>
    <w:basedOn w:val="DefaultParagraphFont"/>
    <w:link w:val="TBItemL"/>
    <w:rsid w:val="009172D3"/>
    <w:rPr>
      <w:rFonts w:ascii="Helvetica" w:eastAsia="SimSun" w:hAnsi="Helvetica" w:cs="Helvetica"/>
      <w:snapToGrid w:val="0"/>
      <w:color w:val="FF0000"/>
      <w:sz w:val="18"/>
      <w:szCs w:val="18"/>
    </w:rPr>
  </w:style>
  <w:style w:type="paragraph" w:customStyle="1" w:styleId="TBTitle">
    <w:name w:val="TBTitle"/>
    <w:next w:val="ParaBody"/>
    <w:autoRedefine/>
    <w:rsid w:val="00FF61F5"/>
    <w:pPr>
      <w:keepNext/>
      <w:spacing w:before="240" w:after="120" w:line="200" w:lineRule="exact"/>
      <w:jc w:val="center"/>
    </w:pPr>
    <w:rPr>
      <w:rFonts w:ascii="Helvetica" w:hAnsi="Helvetica"/>
      <w:b/>
      <w:bCs/>
    </w:rPr>
  </w:style>
  <w:style w:type="paragraph" w:customStyle="1" w:styleId="Example">
    <w:name w:val="Example"/>
    <w:basedOn w:val="Equation"/>
    <w:next w:val="Code10"/>
    <w:rsid w:val="00FF61F5"/>
    <w:pPr>
      <w:pBdr>
        <w:bottom w:val="single" w:sz="4" w:space="0" w:color="auto"/>
      </w:pBdr>
      <w:tabs>
        <w:tab w:val="clear" w:pos="720"/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120" w:line="20" w:lineRule="exact"/>
    </w:pPr>
    <w:rPr>
      <w:b/>
      <w:sz w:val="2"/>
      <w:szCs w:val="2"/>
    </w:rPr>
  </w:style>
  <w:style w:type="paragraph" w:customStyle="1" w:styleId="Code10">
    <w:name w:val="Code10"/>
    <w:basedOn w:val="ParaBody"/>
    <w:rsid w:val="00FF61F5"/>
    <w:pPr>
      <w:tabs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0" w:line="220" w:lineRule="exact"/>
    </w:pPr>
    <w:rPr>
      <w:rFonts w:ascii="CourierPS" w:hAnsi="CourierPS"/>
      <w:noProof/>
      <w:snapToGrid w:val="0"/>
    </w:rPr>
  </w:style>
  <w:style w:type="paragraph" w:customStyle="1" w:styleId="Heading1App">
    <w:name w:val="Heading1_App"/>
    <w:basedOn w:val="Heading1"/>
    <w:rsid w:val="00FF61F5"/>
    <w:pPr>
      <w:numPr>
        <w:numId w:val="8"/>
      </w:numPr>
    </w:pPr>
  </w:style>
  <w:style w:type="paragraph" w:customStyle="1" w:styleId="Heading2App">
    <w:name w:val="Heading2_App"/>
    <w:basedOn w:val="Heading2"/>
    <w:rsid w:val="00FF61F5"/>
    <w:pPr>
      <w:numPr>
        <w:numId w:val="9"/>
      </w:numPr>
      <w:tabs>
        <w:tab w:val="clear" w:pos="900"/>
        <w:tab w:val="clear" w:pos="1080"/>
        <w:tab w:val="left" w:pos="936"/>
      </w:tabs>
      <w:spacing w:before="640" w:after="140"/>
      <w:ind w:left="936" w:hanging="936"/>
    </w:pPr>
    <w:rPr>
      <w:sz w:val="30"/>
      <w:szCs w:val="30"/>
    </w:rPr>
  </w:style>
  <w:style w:type="paragraph" w:customStyle="1" w:styleId="Heading3App">
    <w:name w:val="Heading3_App"/>
    <w:basedOn w:val="Heading3"/>
    <w:rsid w:val="00FF61F5"/>
    <w:pPr>
      <w:numPr>
        <w:numId w:val="10"/>
      </w:numPr>
      <w:ind w:left="1152" w:hanging="1152"/>
    </w:pPr>
  </w:style>
  <w:style w:type="paragraph" w:customStyle="1" w:styleId="Heading4App">
    <w:name w:val="Heading4_App"/>
    <w:basedOn w:val="Heading4"/>
    <w:rsid w:val="00FF61F5"/>
    <w:pPr>
      <w:numPr>
        <w:numId w:val="9"/>
      </w:numPr>
      <w:tabs>
        <w:tab w:val="clear" w:pos="1080"/>
      </w:tabs>
      <w:ind w:left="1296" w:hanging="1296"/>
    </w:pPr>
  </w:style>
  <w:style w:type="paragraph" w:customStyle="1" w:styleId="Footerbar">
    <w:name w:val="Footerbar"/>
    <w:basedOn w:val="Footer"/>
    <w:rsid w:val="00FF61F5"/>
    <w:pPr>
      <w:pBdr>
        <w:bottom w:val="single" w:sz="12" w:space="3" w:color="808080"/>
      </w:pBdr>
      <w:tabs>
        <w:tab w:val="clear" w:pos="4320"/>
        <w:tab w:val="clear" w:pos="8640"/>
        <w:tab w:val="left" w:pos="144"/>
        <w:tab w:val="center" w:pos="4680"/>
        <w:tab w:val="right" w:pos="9360"/>
      </w:tabs>
      <w:kinsoku w:val="0"/>
      <w:spacing w:line="220" w:lineRule="exact"/>
    </w:pPr>
    <w:rPr>
      <w:rFonts w:ascii="Helvetica" w:hAnsi="Helvetica"/>
      <w:snapToGrid w:val="0"/>
      <w:sz w:val="18"/>
      <w:szCs w:val="18"/>
    </w:rPr>
  </w:style>
  <w:style w:type="paragraph" w:styleId="Footer">
    <w:name w:val="footer"/>
    <w:rsid w:val="00FF61F5"/>
    <w:pPr>
      <w:tabs>
        <w:tab w:val="center" w:pos="4320"/>
        <w:tab w:val="right" w:pos="8640"/>
      </w:tabs>
    </w:pPr>
    <w:rPr>
      <w:rFonts w:ascii="Times" w:hAnsi="Times"/>
      <w:sz w:val="22"/>
    </w:rPr>
  </w:style>
  <w:style w:type="paragraph" w:customStyle="1" w:styleId="CodeCInd1">
    <w:name w:val="CodeC_Ind1"/>
    <w:basedOn w:val="Code10"/>
    <w:rsid w:val="00FF61F5"/>
    <w:pPr>
      <w:tabs>
        <w:tab w:val="clear" w:pos="936"/>
        <w:tab w:val="clear" w:pos="1872"/>
        <w:tab w:val="clear" w:pos="2808"/>
        <w:tab w:val="clear" w:pos="3744"/>
        <w:tab w:val="clear" w:pos="4680"/>
        <w:tab w:val="clear" w:pos="5616"/>
        <w:tab w:val="clear" w:pos="6552"/>
        <w:tab w:val="clear" w:pos="7488"/>
        <w:tab w:val="clear" w:pos="8424"/>
        <w:tab w:val="left" w:pos="1296"/>
        <w:tab w:val="left" w:pos="1944"/>
        <w:tab w:val="left" w:pos="2592"/>
        <w:tab w:val="left" w:pos="3240"/>
        <w:tab w:val="left" w:pos="3888"/>
        <w:tab w:val="left" w:pos="4536"/>
        <w:tab w:val="left" w:pos="5184"/>
        <w:tab w:val="left" w:pos="5832"/>
        <w:tab w:val="left" w:pos="6480"/>
        <w:tab w:val="left" w:pos="7128"/>
      </w:tabs>
      <w:ind w:left="2340" w:hanging="1692"/>
    </w:pPr>
  </w:style>
  <w:style w:type="paragraph" w:customStyle="1" w:styleId="NDAFooter">
    <w:name w:val="NDA_Footer"/>
    <w:basedOn w:val="Footer"/>
    <w:rsid w:val="00FF61F5"/>
    <w:pPr>
      <w:tabs>
        <w:tab w:val="clear" w:pos="4320"/>
        <w:tab w:val="clear" w:pos="8640"/>
        <w:tab w:val="center" w:pos="4680"/>
      </w:tabs>
      <w:kinsoku w:val="0"/>
      <w:spacing w:before="60" w:after="20" w:line="220" w:lineRule="exact"/>
      <w:jc w:val="center"/>
    </w:pPr>
    <w:rPr>
      <w:rFonts w:ascii="Helvetica" w:hAnsi="Helvetica"/>
      <w:color w:val="FF0000"/>
      <w:sz w:val="18"/>
      <w:szCs w:val="18"/>
    </w:rPr>
  </w:style>
  <w:style w:type="paragraph" w:styleId="BalloonText">
    <w:name w:val="Balloon Text"/>
    <w:basedOn w:val="ParaBody"/>
    <w:semiHidden/>
    <w:rsid w:val="00FF61F5"/>
    <w:rPr>
      <w:rFonts w:ascii="Tahoma" w:hAnsi="Tahoma" w:cs="Tahoma"/>
      <w:sz w:val="16"/>
      <w:szCs w:val="16"/>
    </w:rPr>
  </w:style>
  <w:style w:type="paragraph" w:styleId="ListBullet2">
    <w:name w:val="List Bullet 2"/>
    <w:basedOn w:val="ListBullet"/>
    <w:autoRedefine/>
    <w:rsid w:val="00FF61F5"/>
    <w:pPr>
      <w:numPr>
        <w:numId w:val="1"/>
      </w:numPr>
    </w:pPr>
  </w:style>
  <w:style w:type="paragraph" w:styleId="ListBullet">
    <w:name w:val="List Bullet"/>
    <w:autoRedefine/>
    <w:rsid w:val="001150EC"/>
    <w:pPr>
      <w:numPr>
        <w:numId w:val="11"/>
      </w:numPr>
      <w:suppressAutoHyphens/>
      <w:spacing w:after="40" w:line="240" w:lineRule="exact"/>
      <w:ind w:hanging="360"/>
    </w:pPr>
    <w:rPr>
      <w:rFonts w:ascii="Helvetica" w:hAnsi="Helvetica"/>
      <w:szCs w:val="24"/>
    </w:rPr>
  </w:style>
  <w:style w:type="paragraph" w:styleId="TOC2">
    <w:name w:val="toc 2"/>
    <w:basedOn w:val="TOC1"/>
    <w:autoRedefine/>
    <w:semiHidden/>
    <w:rsid w:val="00FF61F5"/>
    <w:pPr>
      <w:tabs>
        <w:tab w:val="left" w:pos="936"/>
      </w:tabs>
      <w:spacing w:before="60" w:line="280" w:lineRule="exact"/>
      <w:ind w:left="936" w:hanging="648"/>
    </w:pPr>
    <w:rPr>
      <w:b w:val="0"/>
      <w:szCs w:val="24"/>
    </w:rPr>
  </w:style>
  <w:style w:type="character" w:styleId="Hyperlink">
    <w:name w:val="Hyperlink"/>
    <w:basedOn w:val="DefaultParagraphFont"/>
    <w:rsid w:val="00FF61F5"/>
    <w:rPr>
      <w:rFonts w:ascii="Arial" w:hAnsi="Arial"/>
      <w:color w:val="0000FF"/>
      <w:sz w:val="20"/>
      <w:u w:val="single"/>
    </w:rPr>
  </w:style>
  <w:style w:type="paragraph" w:styleId="Header">
    <w:name w:val="header"/>
    <w:basedOn w:val="Footer"/>
    <w:rsid w:val="00FF61F5"/>
    <w:pPr>
      <w:tabs>
        <w:tab w:val="left" w:pos="14"/>
        <w:tab w:val="center" w:pos="4622"/>
        <w:tab w:val="right" w:pos="9360"/>
      </w:tabs>
      <w:kinsoku w:val="0"/>
      <w:spacing w:after="20" w:line="220" w:lineRule="exact"/>
      <w:jc w:val="center"/>
    </w:pPr>
    <w:rPr>
      <w:rFonts w:ascii="Helvetica" w:hAnsi="Helvetica"/>
      <w:sz w:val="20"/>
      <w:szCs w:val="18"/>
    </w:rPr>
  </w:style>
  <w:style w:type="paragraph" w:customStyle="1" w:styleId="ListAlpha">
    <w:name w:val="List_Alpha"/>
    <w:autoRedefine/>
    <w:rsid w:val="00FF61F5"/>
    <w:pPr>
      <w:numPr>
        <w:numId w:val="24"/>
      </w:numPr>
      <w:suppressAutoHyphens/>
      <w:spacing w:after="60" w:line="240" w:lineRule="exact"/>
    </w:pPr>
    <w:rPr>
      <w:rFonts w:ascii="Helvetica" w:hAnsi="Helvetica"/>
      <w:szCs w:val="24"/>
    </w:rPr>
  </w:style>
  <w:style w:type="character" w:customStyle="1" w:styleId="code">
    <w:name w:val="code"/>
    <w:basedOn w:val="DefaultParagraphFont"/>
    <w:rsid w:val="00FF61F5"/>
    <w:rPr>
      <w:rFonts w:ascii="Courier" w:hAnsi="Courier"/>
      <w:sz w:val="20"/>
    </w:rPr>
  </w:style>
  <w:style w:type="paragraph" w:customStyle="1" w:styleId="CodeCInd2">
    <w:name w:val="CodeC_Ind2"/>
    <w:basedOn w:val="CodeCInd1"/>
    <w:rsid w:val="00FF61F5"/>
    <w:pPr>
      <w:tabs>
        <w:tab w:val="clear" w:pos="1296"/>
      </w:tabs>
      <w:ind w:left="2970" w:hanging="1674"/>
    </w:pPr>
  </w:style>
  <w:style w:type="paragraph" w:customStyle="1" w:styleId="8ptRegular">
    <w:name w:val="8pt Regular"/>
    <w:rsid w:val="00FF61F5"/>
    <w:rPr>
      <w:rFonts w:ascii="Arial" w:hAnsi="Arial"/>
      <w:sz w:val="16"/>
      <w:szCs w:val="16"/>
    </w:rPr>
  </w:style>
  <w:style w:type="paragraph" w:customStyle="1" w:styleId="DocOrderInfo">
    <w:name w:val="Doc_OrderInfo"/>
    <w:basedOn w:val="DocSubtitle"/>
    <w:autoRedefine/>
    <w:rsid w:val="00FF61F5"/>
    <w:pPr>
      <w:spacing w:line="280" w:lineRule="exact"/>
    </w:pPr>
    <w:rPr>
      <w:sz w:val="24"/>
    </w:rPr>
  </w:style>
  <w:style w:type="paragraph" w:customStyle="1" w:styleId="DocSubtitle">
    <w:name w:val="Doc_Subtitle"/>
    <w:basedOn w:val="DocTitle"/>
    <w:next w:val="DocOrderInfo"/>
    <w:rsid w:val="00FF61F5"/>
    <w:pPr>
      <w:spacing w:before="0" w:line="440" w:lineRule="atLeast"/>
    </w:pPr>
    <w:rPr>
      <w:sz w:val="36"/>
      <w:szCs w:val="24"/>
    </w:rPr>
  </w:style>
  <w:style w:type="paragraph" w:customStyle="1" w:styleId="DocTitle">
    <w:name w:val="Doc_Title"/>
    <w:next w:val="DocSubtitle"/>
    <w:autoRedefine/>
    <w:rsid w:val="00FF61F5"/>
    <w:pPr>
      <w:suppressAutoHyphens/>
      <w:spacing w:before="5040" w:line="760" w:lineRule="exact"/>
      <w:jc w:val="right"/>
    </w:pPr>
    <w:rPr>
      <w:rFonts w:ascii="Helvetica" w:hAnsi="Helvetica" w:cs="Arial"/>
      <w:b/>
      <w:bCs/>
      <w:kern w:val="28"/>
      <w:sz w:val="64"/>
      <w:szCs w:val="64"/>
    </w:rPr>
  </w:style>
  <w:style w:type="paragraph" w:styleId="Caption">
    <w:name w:val="caption"/>
    <w:next w:val="ParaBody"/>
    <w:autoRedefine/>
    <w:qFormat/>
    <w:rsid w:val="00663EB3"/>
    <w:pPr>
      <w:keepNext/>
      <w:spacing w:before="240" w:after="120"/>
      <w:jc w:val="center"/>
    </w:pPr>
    <w:rPr>
      <w:rFonts w:ascii="Helvetica" w:hAnsi="Helvetica"/>
      <w:b/>
      <w:bCs/>
    </w:rPr>
  </w:style>
  <w:style w:type="paragraph" w:styleId="ListNumber">
    <w:name w:val="List Number"/>
    <w:autoRedefine/>
    <w:rsid w:val="00FF61F5"/>
    <w:pPr>
      <w:numPr>
        <w:numId w:val="25"/>
      </w:numPr>
      <w:suppressAutoHyphens/>
      <w:spacing w:before="100" w:after="40"/>
    </w:pPr>
    <w:rPr>
      <w:rFonts w:ascii="Helvetica" w:hAnsi="Helvetica"/>
      <w:szCs w:val="24"/>
    </w:rPr>
  </w:style>
  <w:style w:type="paragraph" w:customStyle="1" w:styleId="ListDef">
    <w:name w:val="List_Def"/>
    <w:basedOn w:val="ParaBody"/>
    <w:rsid w:val="00FF61F5"/>
    <w:pPr>
      <w:tabs>
        <w:tab w:val="left" w:pos="1440"/>
      </w:tabs>
      <w:spacing w:before="0"/>
      <w:ind w:left="1440" w:hanging="1440"/>
    </w:pPr>
  </w:style>
  <w:style w:type="paragraph" w:styleId="DocumentMap">
    <w:name w:val="Document Map"/>
    <w:basedOn w:val="ParaBody"/>
    <w:semiHidden/>
    <w:rsid w:val="00FF61F5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ParaBody"/>
    <w:semiHidden/>
    <w:rsid w:val="00FF61F5"/>
  </w:style>
  <w:style w:type="paragraph" w:styleId="Index1">
    <w:name w:val="index 1"/>
    <w:basedOn w:val="ParaBody"/>
    <w:semiHidden/>
    <w:rsid w:val="00FF61F5"/>
    <w:pPr>
      <w:spacing w:before="80" w:after="0"/>
      <w:ind w:left="360" w:hanging="360"/>
    </w:pPr>
  </w:style>
  <w:style w:type="paragraph" w:styleId="Index2">
    <w:name w:val="index 2"/>
    <w:basedOn w:val="Index1"/>
    <w:semiHidden/>
    <w:rsid w:val="00FF61F5"/>
    <w:pPr>
      <w:spacing w:before="60"/>
      <w:ind w:left="720"/>
    </w:pPr>
  </w:style>
  <w:style w:type="paragraph" w:styleId="Index3">
    <w:name w:val="index 3"/>
    <w:basedOn w:val="Index2"/>
    <w:semiHidden/>
    <w:rsid w:val="00FF61F5"/>
    <w:pPr>
      <w:spacing w:before="40"/>
      <w:ind w:left="1080"/>
    </w:pPr>
  </w:style>
  <w:style w:type="paragraph" w:styleId="Index4">
    <w:name w:val="index 4"/>
    <w:basedOn w:val="Index3"/>
    <w:semiHidden/>
    <w:rsid w:val="00FF61F5"/>
    <w:pPr>
      <w:spacing w:before="20"/>
      <w:ind w:left="1440"/>
    </w:pPr>
  </w:style>
  <w:style w:type="paragraph" w:styleId="Index5">
    <w:name w:val="index 5"/>
    <w:basedOn w:val="Index4"/>
    <w:semiHidden/>
    <w:rsid w:val="00FF61F5"/>
    <w:pPr>
      <w:ind w:left="1800"/>
    </w:pPr>
  </w:style>
  <w:style w:type="paragraph" w:styleId="Index6">
    <w:name w:val="index 6"/>
    <w:basedOn w:val="Index5"/>
    <w:semiHidden/>
    <w:rsid w:val="00FF61F5"/>
    <w:pPr>
      <w:ind w:left="2160"/>
    </w:pPr>
  </w:style>
  <w:style w:type="paragraph" w:styleId="Index7">
    <w:name w:val="index 7"/>
    <w:basedOn w:val="Index6"/>
    <w:semiHidden/>
    <w:rsid w:val="00FF61F5"/>
    <w:pPr>
      <w:spacing w:before="0"/>
      <w:ind w:left="2520"/>
    </w:pPr>
  </w:style>
  <w:style w:type="paragraph" w:styleId="Index8">
    <w:name w:val="index 8"/>
    <w:basedOn w:val="Index7"/>
    <w:semiHidden/>
    <w:rsid w:val="00FF61F5"/>
    <w:pPr>
      <w:ind w:left="2880"/>
    </w:pPr>
  </w:style>
  <w:style w:type="paragraph" w:styleId="Index9">
    <w:name w:val="index 9"/>
    <w:basedOn w:val="Index8"/>
    <w:semiHidden/>
    <w:rsid w:val="00FF61F5"/>
    <w:pPr>
      <w:ind w:left="3240"/>
    </w:pPr>
  </w:style>
  <w:style w:type="paragraph" w:styleId="IndexHeading">
    <w:name w:val="index heading"/>
    <w:basedOn w:val="ListHead"/>
    <w:next w:val="Index1"/>
    <w:semiHidden/>
    <w:rsid w:val="00FF61F5"/>
    <w:pPr>
      <w:spacing w:after="60"/>
    </w:pPr>
    <w:rPr>
      <w:rFonts w:cs="Arial"/>
      <w:bCs/>
      <w:szCs w:val="48"/>
    </w:rPr>
  </w:style>
  <w:style w:type="paragraph" w:styleId="ListBullet4">
    <w:name w:val="List Bullet 4"/>
    <w:basedOn w:val="ListBullet3"/>
    <w:rsid w:val="00FF61F5"/>
    <w:pPr>
      <w:numPr>
        <w:numId w:val="3"/>
      </w:numPr>
    </w:pPr>
  </w:style>
  <w:style w:type="paragraph" w:styleId="ListBullet3">
    <w:name w:val="List Bullet 3"/>
    <w:basedOn w:val="ListBullet2"/>
    <w:rsid w:val="00FF61F5"/>
    <w:pPr>
      <w:numPr>
        <w:numId w:val="2"/>
      </w:numPr>
    </w:pPr>
  </w:style>
  <w:style w:type="paragraph" w:styleId="ListBullet5">
    <w:name w:val="List Bullet 5"/>
    <w:basedOn w:val="ListBullet4"/>
    <w:rsid w:val="00FF61F5"/>
    <w:pPr>
      <w:numPr>
        <w:numId w:val="4"/>
      </w:numPr>
    </w:pPr>
  </w:style>
  <w:style w:type="character" w:customStyle="1" w:styleId="italic">
    <w:name w:val="italic"/>
    <w:basedOn w:val="DefaultParagraphFont"/>
    <w:rsid w:val="00FF61F5"/>
    <w:rPr>
      <w:i/>
    </w:rPr>
  </w:style>
  <w:style w:type="paragraph" w:styleId="ListContinue2">
    <w:name w:val="List Continue 2"/>
    <w:basedOn w:val="ListContinue"/>
    <w:autoRedefine/>
    <w:rsid w:val="00FF61F5"/>
    <w:pPr>
      <w:ind w:left="720"/>
    </w:pPr>
    <w:rPr>
      <w:sz w:val="20"/>
    </w:rPr>
  </w:style>
  <w:style w:type="paragraph" w:styleId="ListContinue">
    <w:name w:val="List Continue"/>
    <w:basedOn w:val="ParaBody"/>
    <w:rsid w:val="00FF61F5"/>
    <w:pPr>
      <w:spacing w:before="120"/>
      <w:ind w:left="360"/>
    </w:pPr>
  </w:style>
  <w:style w:type="paragraph" w:styleId="ListContinue3">
    <w:name w:val="List Continue 3"/>
    <w:basedOn w:val="ListContinue2"/>
    <w:rsid w:val="00FF61F5"/>
    <w:pPr>
      <w:ind w:left="1080"/>
    </w:pPr>
  </w:style>
  <w:style w:type="paragraph" w:styleId="Title">
    <w:name w:val="Title"/>
    <w:qFormat/>
    <w:rsid w:val="00FF61F5"/>
    <w:pPr>
      <w:spacing w:before="240" w:after="60"/>
      <w:jc w:val="center"/>
      <w:outlineLvl w:val="0"/>
    </w:pPr>
    <w:rPr>
      <w:rFonts w:ascii="Helvetica" w:hAnsi="Helvetica" w:cs="Arial"/>
      <w:b/>
      <w:bCs/>
      <w:kern w:val="28"/>
      <w:sz w:val="32"/>
      <w:szCs w:val="32"/>
    </w:rPr>
  </w:style>
  <w:style w:type="character" w:customStyle="1" w:styleId="italicbold">
    <w:name w:val="italic_bold"/>
    <w:basedOn w:val="DefaultParagraphFont"/>
    <w:rsid w:val="00FF61F5"/>
    <w:rPr>
      <w:b/>
      <w:i/>
    </w:rPr>
  </w:style>
  <w:style w:type="paragraph" w:styleId="ListNumber3">
    <w:name w:val="List Number 3"/>
    <w:rsid w:val="00FF61F5"/>
    <w:pPr>
      <w:numPr>
        <w:numId w:val="5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4">
    <w:name w:val="List Number 4"/>
    <w:rsid w:val="00FF61F5"/>
    <w:pPr>
      <w:numPr>
        <w:numId w:val="6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5">
    <w:name w:val="List Number 5"/>
    <w:rsid w:val="00FF61F5"/>
    <w:pPr>
      <w:numPr>
        <w:numId w:val="7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customStyle="1" w:styleId="ListIntro">
    <w:name w:val="List_Intro"/>
    <w:basedOn w:val="ParaBody"/>
    <w:next w:val="ListBullet"/>
    <w:rsid w:val="00FF61F5"/>
    <w:pPr>
      <w:keepNext/>
    </w:pPr>
  </w:style>
  <w:style w:type="paragraph" w:styleId="ListNumber2">
    <w:name w:val="List Number 2"/>
    <w:link w:val="ListNumber2Char"/>
    <w:autoRedefine/>
    <w:rsid w:val="00FF61F5"/>
    <w:pPr>
      <w:numPr>
        <w:numId w:val="23"/>
      </w:numPr>
      <w:suppressAutoHyphens/>
      <w:spacing w:after="60" w:line="280" w:lineRule="exact"/>
    </w:pPr>
    <w:rPr>
      <w:rFonts w:ascii="Helvetica" w:hAnsi="Helvetica"/>
      <w:szCs w:val="24"/>
    </w:rPr>
  </w:style>
  <w:style w:type="character" w:customStyle="1" w:styleId="ListNumber2Char">
    <w:name w:val="List Number 2 Char"/>
    <w:basedOn w:val="DefaultParagraphFont"/>
    <w:link w:val="ListNumber2"/>
    <w:rsid w:val="003F6EC9"/>
    <w:rPr>
      <w:rFonts w:ascii="Helvetica" w:hAnsi="Helvetica"/>
      <w:szCs w:val="24"/>
      <w:lang w:val="en-US" w:eastAsia="en-US" w:bidi="ar-SA"/>
    </w:rPr>
  </w:style>
  <w:style w:type="paragraph" w:customStyle="1" w:styleId="Disclaimer">
    <w:name w:val="Disclaimer"/>
    <w:rsid w:val="00FF61F5"/>
    <w:pPr>
      <w:suppressAutoHyphens/>
      <w:spacing w:after="40" w:line="180" w:lineRule="exact"/>
    </w:pPr>
    <w:rPr>
      <w:rFonts w:ascii="Helvetica" w:hAnsi="Helvetica"/>
      <w:sz w:val="14"/>
    </w:rPr>
  </w:style>
  <w:style w:type="paragraph" w:styleId="TOC3">
    <w:name w:val="toc 3"/>
    <w:basedOn w:val="TOC2"/>
    <w:autoRedefine/>
    <w:semiHidden/>
    <w:rsid w:val="00FF61F5"/>
    <w:pPr>
      <w:tabs>
        <w:tab w:val="clear" w:pos="936"/>
        <w:tab w:val="left" w:pos="1224"/>
        <w:tab w:val="left" w:pos="1440"/>
      </w:tabs>
      <w:spacing w:before="40"/>
      <w:ind w:left="1728" w:hanging="1224"/>
    </w:pPr>
  </w:style>
  <w:style w:type="character" w:customStyle="1" w:styleId="bold">
    <w:name w:val="bold"/>
    <w:rsid w:val="00FF61F5"/>
    <w:rPr>
      <w:b/>
    </w:rPr>
  </w:style>
  <w:style w:type="paragraph" w:styleId="PlainText">
    <w:name w:val="Plain Text"/>
    <w:basedOn w:val="ParaBody"/>
    <w:link w:val="PlainTextChar"/>
    <w:uiPriority w:val="99"/>
    <w:rsid w:val="00FF61F5"/>
    <w:rPr>
      <w:rFonts w:cs="Courier New"/>
    </w:rPr>
  </w:style>
  <w:style w:type="character" w:customStyle="1" w:styleId="CharChar1">
    <w:name w:val="Char Char1"/>
    <w:basedOn w:val="ParaBodyChar"/>
    <w:rsid w:val="001B2140"/>
    <w:rPr>
      <w:rFonts w:ascii="Helvetica" w:hAnsi="Helvetica" w:cs="Courier New"/>
      <w:color w:val="FF0000"/>
      <w:sz w:val="24"/>
      <w:szCs w:val="24"/>
      <w:lang w:eastAsia="zh-CN"/>
    </w:rPr>
  </w:style>
  <w:style w:type="paragraph" w:styleId="E-mailSignature">
    <w:name w:val="E-mail Signature"/>
    <w:basedOn w:val="ParaBody"/>
    <w:rsid w:val="00FF61F5"/>
  </w:style>
  <w:style w:type="paragraph" w:styleId="EnvelopeAddress">
    <w:name w:val="envelope address"/>
    <w:basedOn w:val="ParaBody"/>
    <w:rsid w:val="00FF61F5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ParaBody"/>
    <w:rsid w:val="00FF61F5"/>
    <w:rPr>
      <w:rFonts w:ascii="Arial" w:hAnsi="Arial"/>
    </w:rPr>
  </w:style>
  <w:style w:type="paragraph" w:customStyle="1" w:styleId="ExampleEnd">
    <w:name w:val="ExampleEnd"/>
    <w:basedOn w:val="Example"/>
    <w:next w:val="ParaBody"/>
    <w:rsid w:val="00FF61F5"/>
    <w:pPr>
      <w:pBdr>
        <w:top w:val="single" w:sz="4" w:space="1" w:color="auto"/>
        <w:bottom w:val="none" w:sz="0" w:space="0" w:color="auto"/>
      </w:pBdr>
      <w:spacing w:before="120" w:after="360"/>
    </w:pPr>
  </w:style>
  <w:style w:type="paragraph" w:customStyle="1" w:styleId="FieldName">
    <w:name w:val="FieldName"/>
    <w:basedOn w:val="Normal"/>
    <w:rsid w:val="00FF61F5"/>
    <w:pPr>
      <w:tabs>
        <w:tab w:val="left" w:pos="-389"/>
        <w:tab w:val="left" w:pos="518"/>
        <w:tab w:val="left" w:pos="1022"/>
        <w:tab w:val="left" w:pos="1929"/>
      </w:tabs>
      <w:spacing w:before="0" w:after="0" w:line="220" w:lineRule="exact"/>
      <w:ind w:left="72" w:right="43"/>
      <w:jc w:val="center"/>
    </w:pPr>
    <w:rPr>
      <w:rFonts w:ascii="Helvetica" w:hAnsi="Helvetica"/>
      <w:color w:val="000000"/>
      <w:sz w:val="18"/>
      <w:szCs w:val="18"/>
    </w:rPr>
  </w:style>
  <w:style w:type="character" w:customStyle="1" w:styleId="crossrefs">
    <w:name w:val="cross_refs"/>
    <w:rsid w:val="00FF61F5"/>
    <w:rPr>
      <w:color w:val="000080"/>
    </w:rPr>
  </w:style>
  <w:style w:type="paragraph" w:customStyle="1" w:styleId="FigTBholder">
    <w:name w:val="Fig/TB_holder"/>
    <w:basedOn w:val="ParaBody"/>
    <w:next w:val="Figure"/>
    <w:rsid w:val="00FF61F5"/>
    <w:pPr>
      <w:spacing w:before="0" w:after="0" w:line="20" w:lineRule="exact"/>
      <w:ind w:left="180" w:firstLine="180"/>
    </w:pPr>
    <w:rPr>
      <w:sz w:val="4"/>
      <w:szCs w:val="4"/>
    </w:rPr>
  </w:style>
  <w:style w:type="paragraph" w:customStyle="1" w:styleId="Figure">
    <w:name w:val="Figure"/>
    <w:next w:val="ParaBody"/>
    <w:autoRedefine/>
    <w:rsid w:val="00FF61F5"/>
    <w:pPr>
      <w:spacing w:after="300"/>
      <w:jc w:val="center"/>
    </w:pPr>
    <w:rPr>
      <w:rFonts w:ascii="Helvetica" w:hAnsi="Helvetica"/>
    </w:rPr>
  </w:style>
  <w:style w:type="character" w:customStyle="1" w:styleId="figureText7pt">
    <w:name w:val="figureText_7pt"/>
    <w:rsid w:val="00FF61F5"/>
    <w:rPr>
      <w:rFonts w:ascii="Helvetica" w:hAnsi="Helvetica"/>
      <w:sz w:val="14"/>
      <w:szCs w:val="14"/>
    </w:rPr>
  </w:style>
  <w:style w:type="character" w:customStyle="1" w:styleId="figureText8pt">
    <w:name w:val="figureText_8pt"/>
    <w:basedOn w:val="figureText7pt"/>
    <w:rsid w:val="00FF61F5"/>
    <w:rPr>
      <w:rFonts w:ascii="Helvetica" w:hAnsi="Helvetica"/>
      <w:sz w:val="16"/>
      <w:szCs w:val="16"/>
    </w:rPr>
  </w:style>
  <w:style w:type="character" w:customStyle="1" w:styleId="figureText9pt">
    <w:name w:val="figureText_9pt"/>
    <w:basedOn w:val="DefaultParagraphFont"/>
    <w:rsid w:val="00FF61F5"/>
    <w:rPr>
      <w:rFonts w:ascii="Helvetica" w:hAnsi="Helvetica"/>
      <w:sz w:val="18"/>
      <w:szCs w:val="18"/>
    </w:rPr>
  </w:style>
  <w:style w:type="paragraph" w:customStyle="1" w:styleId="Footnote">
    <w:name w:val="Footnote"/>
    <w:basedOn w:val="ParaBody"/>
    <w:rsid w:val="00FF61F5"/>
    <w:pPr>
      <w:numPr>
        <w:numId w:val="10"/>
      </w:numPr>
      <w:pBdr>
        <w:top w:val="single" w:sz="4" w:space="6" w:color="auto"/>
      </w:pBdr>
      <w:suppressAutoHyphens w:val="0"/>
      <w:spacing w:before="0" w:after="60" w:line="220" w:lineRule="exact"/>
      <w:ind w:left="432" w:hanging="216"/>
    </w:pPr>
    <w:rPr>
      <w:sz w:val="18"/>
      <w:szCs w:val="18"/>
    </w:rPr>
  </w:style>
  <w:style w:type="paragraph" w:customStyle="1" w:styleId="Footnote0">
    <w:name w:val="Footnote+"/>
    <w:basedOn w:val="Footnote"/>
    <w:rsid w:val="00FF61F5"/>
    <w:pPr>
      <w:pBdr>
        <w:top w:val="none" w:sz="0" w:space="0" w:color="auto"/>
      </w:pBdr>
      <w:spacing w:before="90"/>
    </w:pPr>
  </w:style>
  <w:style w:type="paragraph" w:styleId="List">
    <w:name w:val="List"/>
    <w:basedOn w:val="ParaBody"/>
    <w:rsid w:val="00FF61F5"/>
    <w:pPr>
      <w:ind w:left="360" w:hanging="360"/>
    </w:pPr>
  </w:style>
  <w:style w:type="paragraph" w:styleId="List2">
    <w:name w:val="List 2"/>
    <w:basedOn w:val="ParaBody"/>
    <w:rsid w:val="00FF61F5"/>
    <w:pPr>
      <w:ind w:left="720" w:hanging="360"/>
    </w:pPr>
  </w:style>
  <w:style w:type="paragraph" w:styleId="List3">
    <w:name w:val="List 3"/>
    <w:basedOn w:val="List2"/>
    <w:rsid w:val="00FF61F5"/>
    <w:pPr>
      <w:ind w:left="1080"/>
    </w:pPr>
  </w:style>
  <w:style w:type="paragraph" w:styleId="List4">
    <w:name w:val="List 4"/>
    <w:basedOn w:val="List3"/>
    <w:next w:val="ParaBody"/>
    <w:rsid w:val="00FF61F5"/>
    <w:pPr>
      <w:ind w:left="1440"/>
    </w:pPr>
  </w:style>
  <w:style w:type="paragraph" w:styleId="List5">
    <w:name w:val="List 5"/>
    <w:basedOn w:val="List4"/>
    <w:rsid w:val="00FF61F5"/>
    <w:pPr>
      <w:ind w:left="1800"/>
    </w:pPr>
  </w:style>
  <w:style w:type="paragraph" w:styleId="ListContinue4">
    <w:name w:val="List Continue 4"/>
    <w:basedOn w:val="ListContinue3"/>
    <w:rsid w:val="00FF61F5"/>
    <w:pPr>
      <w:ind w:left="1440"/>
    </w:pPr>
  </w:style>
  <w:style w:type="paragraph" w:styleId="ListContinue5">
    <w:name w:val="List Continue 5"/>
    <w:basedOn w:val="ListContinue4"/>
    <w:rsid w:val="00FF61F5"/>
    <w:pPr>
      <w:ind w:left="1800"/>
    </w:pPr>
  </w:style>
  <w:style w:type="paragraph" w:customStyle="1" w:styleId="NoteBul">
    <w:name w:val="Note_Bul"/>
    <w:basedOn w:val="NoteText"/>
    <w:rsid w:val="00FF61F5"/>
    <w:pPr>
      <w:numPr>
        <w:numId w:val="12"/>
      </w:numPr>
      <w:tabs>
        <w:tab w:val="clear" w:pos="3240"/>
        <w:tab w:val="num" w:pos="1800"/>
      </w:tabs>
      <w:spacing w:before="60" w:after="60"/>
      <w:ind w:left="1800" w:right="720"/>
    </w:pPr>
  </w:style>
  <w:style w:type="paragraph" w:styleId="Salutation">
    <w:name w:val="Salutation"/>
    <w:basedOn w:val="ParaBody"/>
    <w:next w:val="Normal"/>
    <w:rsid w:val="00FF61F5"/>
  </w:style>
  <w:style w:type="paragraph" w:styleId="Signature">
    <w:name w:val="Signature"/>
    <w:basedOn w:val="ParaBody"/>
    <w:rsid w:val="00FF61F5"/>
    <w:pPr>
      <w:ind w:left="4320"/>
    </w:pPr>
  </w:style>
  <w:style w:type="paragraph" w:styleId="TableofAuthorities">
    <w:name w:val="table of authorities"/>
    <w:basedOn w:val="ParaBody"/>
    <w:next w:val="ParaBody"/>
    <w:semiHidden/>
    <w:rsid w:val="00FF61F5"/>
    <w:pPr>
      <w:ind w:left="220" w:hanging="220"/>
    </w:pPr>
  </w:style>
  <w:style w:type="paragraph" w:styleId="TableofFigures">
    <w:name w:val="table of figures"/>
    <w:basedOn w:val="ParaBody"/>
    <w:next w:val="ParaBody"/>
    <w:semiHidden/>
    <w:rsid w:val="00FF61F5"/>
  </w:style>
  <w:style w:type="paragraph" w:customStyle="1" w:styleId="TBitemR">
    <w:name w:val="TBitem_R"/>
    <w:basedOn w:val="TBItemL"/>
    <w:link w:val="TBitemRChar"/>
    <w:rsid w:val="00FF61F5"/>
    <w:pPr>
      <w:jc w:val="right"/>
    </w:pPr>
  </w:style>
  <w:style w:type="character" w:customStyle="1" w:styleId="TBitemRChar">
    <w:name w:val="TBitem_R Char"/>
    <w:basedOn w:val="TBItemLChar"/>
    <w:link w:val="TBitemR"/>
    <w:rsid w:val="00384C3C"/>
    <w:rPr>
      <w:rFonts w:ascii="Helvetica" w:eastAsia="SimSun" w:hAnsi="Helvetica" w:cs="Helvetica"/>
      <w:snapToGrid w:val="0"/>
      <w:color w:val="000000"/>
      <w:sz w:val="18"/>
      <w:szCs w:val="18"/>
      <w:lang w:val="en-US" w:eastAsia="en-US" w:bidi="ar-SA"/>
    </w:rPr>
  </w:style>
  <w:style w:type="paragraph" w:styleId="CommentText">
    <w:name w:val="annotation text"/>
    <w:basedOn w:val="ParaBody"/>
    <w:semiHidden/>
    <w:rsid w:val="00FF61F5"/>
  </w:style>
  <w:style w:type="paragraph" w:styleId="TOAHeading">
    <w:name w:val="toa heading"/>
    <w:basedOn w:val="ParaBody"/>
    <w:next w:val="ParaBody"/>
    <w:semiHidden/>
    <w:rsid w:val="00FF61F5"/>
    <w:rPr>
      <w:rFonts w:ascii="Arial" w:hAnsi="Arial"/>
      <w:b/>
      <w:bCs/>
    </w:rPr>
  </w:style>
  <w:style w:type="paragraph" w:styleId="EndnoteText">
    <w:name w:val="endnote text"/>
    <w:basedOn w:val="ParaBody"/>
    <w:semiHidden/>
    <w:rsid w:val="00FF61F5"/>
  </w:style>
  <w:style w:type="paragraph" w:styleId="TOC4">
    <w:name w:val="toc 4"/>
    <w:basedOn w:val="TOC3"/>
    <w:autoRedefine/>
    <w:semiHidden/>
    <w:rsid w:val="00FF61F5"/>
    <w:pPr>
      <w:tabs>
        <w:tab w:val="clear" w:pos="1440"/>
        <w:tab w:val="left" w:pos="1584"/>
      </w:tabs>
      <w:spacing w:after="20"/>
      <w:ind w:left="2232" w:hanging="1584"/>
    </w:pPr>
  </w:style>
  <w:style w:type="paragraph" w:styleId="TOC5">
    <w:name w:val="toc 5"/>
    <w:basedOn w:val="TOC4"/>
    <w:semiHidden/>
    <w:rsid w:val="00FF61F5"/>
    <w:pPr>
      <w:tabs>
        <w:tab w:val="left" w:pos="2160"/>
      </w:tabs>
      <w:spacing w:before="20"/>
      <w:ind w:left="3240" w:hanging="2160"/>
    </w:pPr>
  </w:style>
  <w:style w:type="paragraph" w:styleId="TOC6">
    <w:name w:val="toc 6"/>
    <w:basedOn w:val="TOC5"/>
    <w:semiHidden/>
    <w:rsid w:val="00FF61F5"/>
    <w:pPr>
      <w:tabs>
        <w:tab w:val="left" w:pos="2520"/>
      </w:tabs>
      <w:spacing w:after="0"/>
      <w:ind w:left="3960" w:hanging="2520"/>
    </w:pPr>
  </w:style>
  <w:style w:type="paragraph" w:styleId="TOC7">
    <w:name w:val="toc 7"/>
    <w:basedOn w:val="TOC6"/>
    <w:semiHidden/>
    <w:rsid w:val="00FF61F5"/>
    <w:pPr>
      <w:tabs>
        <w:tab w:val="clear" w:pos="2160"/>
        <w:tab w:val="left" w:pos="2880"/>
      </w:tabs>
      <w:spacing w:before="0"/>
      <w:ind w:left="4680" w:hanging="2880"/>
    </w:pPr>
  </w:style>
  <w:style w:type="paragraph" w:styleId="TOC8">
    <w:name w:val="toc 8"/>
    <w:basedOn w:val="TOC7"/>
    <w:semiHidden/>
    <w:rsid w:val="00FF61F5"/>
    <w:pPr>
      <w:tabs>
        <w:tab w:val="clear" w:pos="2520"/>
        <w:tab w:val="left" w:pos="3240"/>
      </w:tabs>
      <w:ind w:left="5400" w:hanging="3240"/>
    </w:pPr>
  </w:style>
  <w:style w:type="paragraph" w:styleId="TOC9">
    <w:name w:val="toc 9"/>
    <w:basedOn w:val="TOC8"/>
    <w:semiHidden/>
    <w:rsid w:val="00FF61F5"/>
    <w:pPr>
      <w:tabs>
        <w:tab w:val="clear" w:pos="2880"/>
        <w:tab w:val="left" w:pos="3600"/>
      </w:tabs>
      <w:ind w:left="5760" w:hanging="3600"/>
    </w:pPr>
  </w:style>
  <w:style w:type="paragraph" w:customStyle="1" w:styleId="FigureText">
    <w:name w:val="FigureText"/>
    <w:basedOn w:val="TBItemL"/>
    <w:rsid w:val="00FF61F5"/>
    <w:pPr>
      <w:spacing w:after="50" w:line="200" w:lineRule="exact"/>
    </w:pPr>
    <w:rPr>
      <w:sz w:val="16"/>
      <w:szCs w:val="16"/>
    </w:rPr>
  </w:style>
  <w:style w:type="paragraph" w:customStyle="1" w:styleId="CodeCInd3">
    <w:name w:val="CodeC_Ind3"/>
    <w:basedOn w:val="CodeCInd2"/>
    <w:rsid w:val="00FF61F5"/>
    <w:pPr>
      <w:tabs>
        <w:tab w:val="clear" w:pos="1944"/>
      </w:tabs>
      <w:ind w:left="3600" w:hanging="1656"/>
    </w:pPr>
  </w:style>
  <w:style w:type="character" w:styleId="FootnoteReference">
    <w:name w:val="footnote reference"/>
    <w:basedOn w:val="DefaultParagraphFont"/>
    <w:semiHidden/>
    <w:rsid w:val="00FF61F5"/>
    <w:rPr>
      <w:vertAlign w:val="superscript"/>
    </w:rPr>
  </w:style>
  <w:style w:type="character" w:customStyle="1" w:styleId="red">
    <w:name w:val="red"/>
    <w:basedOn w:val="DefaultParagraphFont"/>
    <w:rsid w:val="00FF61F5"/>
    <w:rPr>
      <w:color w:val="FF0000"/>
    </w:rPr>
  </w:style>
  <w:style w:type="character" w:customStyle="1" w:styleId="subscript">
    <w:name w:val="subscript"/>
    <w:basedOn w:val="DefaultParagraphFont"/>
    <w:rsid w:val="00FF61F5"/>
    <w:rPr>
      <w:vertAlign w:val="subscript"/>
    </w:rPr>
  </w:style>
  <w:style w:type="character" w:customStyle="1" w:styleId="superscript">
    <w:name w:val="superscript"/>
    <w:basedOn w:val="DefaultParagraphFont"/>
    <w:rsid w:val="00FF61F5"/>
    <w:rPr>
      <w:vertAlign w:val="superscript"/>
    </w:rPr>
  </w:style>
  <w:style w:type="character" w:customStyle="1" w:styleId="symbol">
    <w:name w:val="symbol"/>
    <w:basedOn w:val="DefaultParagraphFont"/>
    <w:rsid w:val="00FF61F5"/>
    <w:rPr>
      <w:rFonts w:ascii="Symbol" w:hAnsi="Symbol"/>
    </w:rPr>
  </w:style>
  <w:style w:type="paragraph" w:customStyle="1" w:styleId="TBItemBul">
    <w:name w:val="TBItem_Bul"/>
    <w:basedOn w:val="TBItemL"/>
    <w:autoRedefine/>
    <w:rsid w:val="00FF61F5"/>
    <w:pPr>
      <w:numPr>
        <w:numId w:val="13"/>
      </w:numPr>
      <w:tabs>
        <w:tab w:val="clear" w:pos="-389"/>
        <w:tab w:val="clear" w:pos="518"/>
        <w:tab w:val="clear" w:pos="1022"/>
        <w:tab w:val="clear" w:pos="1929"/>
        <w:tab w:val="left" w:pos="432"/>
        <w:tab w:val="left" w:pos="648"/>
        <w:tab w:val="left" w:pos="864"/>
        <w:tab w:val="left" w:pos="1080"/>
      </w:tabs>
    </w:pPr>
  </w:style>
  <w:style w:type="paragraph" w:customStyle="1" w:styleId="CaptionFigure">
    <w:name w:val="Caption Figure"/>
    <w:basedOn w:val="TBTitle"/>
    <w:rsid w:val="00FF61F5"/>
    <w:rPr>
      <w:lang w:eastAsia="ja-JP"/>
    </w:rPr>
  </w:style>
  <w:style w:type="paragraph" w:customStyle="1" w:styleId="FigTitle">
    <w:name w:val="FigTitle"/>
    <w:next w:val="Figure"/>
    <w:autoRedefine/>
    <w:rsid w:val="00FF61F5"/>
    <w:pPr>
      <w:keepNext/>
      <w:spacing w:before="240" w:after="120"/>
      <w:jc w:val="center"/>
    </w:pPr>
    <w:rPr>
      <w:rFonts w:ascii="Helvetica" w:hAnsi="Helvetica" w:cs="Arial"/>
      <w:b/>
      <w:bCs/>
    </w:rPr>
  </w:style>
  <w:style w:type="paragraph" w:customStyle="1" w:styleId="ListDef2">
    <w:name w:val="List_Def2"/>
    <w:basedOn w:val="ListDef"/>
    <w:rsid w:val="00FF61F5"/>
    <w:pPr>
      <w:tabs>
        <w:tab w:val="clear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</w:tabs>
      <w:ind w:left="2160" w:hanging="2160"/>
    </w:pPr>
  </w:style>
  <w:style w:type="character" w:styleId="FollowedHyperlink">
    <w:name w:val="FollowedHyperlink"/>
    <w:basedOn w:val="DefaultParagraphFont"/>
    <w:rsid w:val="00FF61F5"/>
    <w:rPr>
      <w:color w:val="606420"/>
      <w:u w:val="single"/>
    </w:rPr>
  </w:style>
  <w:style w:type="character" w:styleId="PageNumber">
    <w:name w:val="page number"/>
    <w:basedOn w:val="DefaultParagraphFont"/>
    <w:rsid w:val="00FF61F5"/>
    <w:rPr>
      <w:rFonts w:ascii="Helvetica" w:hAnsi="Helvetica"/>
      <w:b/>
      <w:sz w:val="20"/>
      <w:szCs w:val="20"/>
    </w:rPr>
  </w:style>
  <w:style w:type="table" w:styleId="TableGrid">
    <w:name w:val="Table Grid"/>
    <w:basedOn w:val="TableNormal"/>
    <w:rsid w:val="00FF61F5"/>
    <w:pPr>
      <w:overflowPunct w:val="0"/>
      <w:autoSpaceDE w:val="0"/>
      <w:autoSpaceDN w:val="0"/>
      <w:adjustRightInd w:val="0"/>
      <w:spacing w:before="120" w:after="30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Heading">
    <w:name w:val="CellHeading"/>
    <w:rsid w:val="002B6AE2"/>
    <w:pPr>
      <w:spacing w:line="240" w:lineRule="atLeast"/>
    </w:pPr>
    <w:rPr>
      <w:rFonts w:ascii="Times" w:eastAsia="SimSun" w:hAnsi="Times"/>
      <w:sz w:val="24"/>
    </w:rPr>
  </w:style>
  <w:style w:type="paragraph" w:customStyle="1" w:styleId="L1num">
    <w:name w:val="L1.num"/>
    <w:next w:val="L1para"/>
    <w:rsid w:val="008A414E"/>
    <w:pPr>
      <w:keepNext/>
      <w:numPr>
        <w:ilvl w:val="1"/>
        <w:numId w:val="15"/>
      </w:numPr>
      <w:spacing w:before="160" w:after="60" w:line="280" w:lineRule="exact"/>
    </w:pPr>
    <w:rPr>
      <w:rFonts w:eastAsia="SimSun"/>
      <w:b/>
      <w:sz w:val="24"/>
    </w:rPr>
  </w:style>
  <w:style w:type="paragraph" w:customStyle="1" w:styleId="L1para">
    <w:name w:val="L1.para"/>
    <w:rsid w:val="008A414E"/>
    <w:pPr>
      <w:spacing w:after="100" w:line="240" w:lineRule="exact"/>
      <w:jc w:val="both"/>
    </w:pPr>
    <w:rPr>
      <w:rFonts w:eastAsia="SimSun"/>
      <w:sz w:val="24"/>
    </w:rPr>
  </w:style>
  <w:style w:type="paragraph" w:customStyle="1" w:styleId="L2num">
    <w:name w:val="L2.num"/>
    <w:next w:val="Normal"/>
    <w:rsid w:val="008A414E"/>
    <w:pPr>
      <w:keepNext/>
      <w:numPr>
        <w:ilvl w:val="2"/>
        <w:numId w:val="15"/>
      </w:numPr>
      <w:tabs>
        <w:tab w:val="left" w:pos="800"/>
      </w:tabs>
      <w:spacing w:before="100" w:after="60" w:line="240" w:lineRule="exact"/>
    </w:pPr>
    <w:rPr>
      <w:rFonts w:eastAsia="SimSun"/>
      <w:b/>
    </w:rPr>
  </w:style>
  <w:style w:type="paragraph" w:customStyle="1" w:styleId="TableTitle">
    <w:name w:val="TableTitle"/>
    <w:rsid w:val="008A414E"/>
    <w:pPr>
      <w:spacing w:line="240" w:lineRule="atLeast"/>
      <w:jc w:val="center"/>
    </w:pPr>
    <w:rPr>
      <w:rFonts w:eastAsia="SimSun"/>
      <w:b/>
      <w:sz w:val="24"/>
    </w:rPr>
  </w:style>
  <w:style w:type="paragraph" w:customStyle="1" w:styleId="chapter">
    <w:name w:val="chapter"/>
    <w:rsid w:val="00AF5187"/>
    <w:pPr>
      <w:keepNext/>
      <w:spacing w:before="360" w:after="200" w:line="320" w:lineRule="exact"/>
      <w:jc w:val="both"/>
    </w:pPr>
    <w:rPr>
      <w:rFonts w:eastAsia="SimSun"/>
      <w:b/>
      <w:sz w:val="28"/>
    </w:rPr>
  </w:style>
  <w:style w:type="paragraph" w:customStyle="1" w:styleId="L2para">
    <w:name w:val="L2.para"/>
    <w:rsid w:val="005B467B"/>
    <w:pPr>
      <w:spacing w:before="120" w:after="100" w:line="240" w:lineRule="exact"/>
      <w:ind w:left="806"/>
    </w:pPr>
    <w:rPr>
      <w:rFonts w:eastAsia="SimSun"/>
    </w:rPr>
  </w:style>
  <w:style w:type="paragraph" w:customStyle="1" w:styleId="section0para">
    <w:name w:val="section0.para"/>
    <w:rsid w:val="005B467B"/>
    <w:pPr>
      <w:spacing w:after="100" w:line="240" w:lineRule="exact"/>
      <w:jc w:val="both"/>
    </w:pPr>
    <w:rPr>
      <w:rFonts w:eastAsia="SimSun"/>
    </w:rPr>
  </w:style>
  <w:style w:type="paragraph" w:styleId="BodyTextIndent2">
    <w:name w:val="Body Text Indent 2"/>
    <w:basedOn w:val="BodyText"/>
    <w:rsid w:val="00FF61F5"/>
    <w:pPr>
      <w:spacing w:line="480" w:lineRule="auto"/>
      <w:ind w:left="360"/>
    </w:pPr>
  </w:style>
  <w:style w:type="paragraph" w:styleId="BodyTextIndent3">
    <w:name w:val="Body Text Indent 3"/>
    <w:basedOn w:val="BodyText"/>
    <w:rsid w:val="00FF61F5"/>
    <w:pPr>
      <w:ind w:left="360"/>
    </w:pPr>
    <w:rPr>
      <w:sz w:val="16"/>
      <w:szCs w:val="16"/>
    </w:rPr>
  </w:style>
  <w:style w:type="table" w:styleId="TableList4">
    <w:name w:val="Table List 4"/>
    <w:basedOn w:val="TableNormal"/>
    <w:rsid w:val="005B467B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Emphasis">
    <w:name w:val="Emphasis"/>
    <w:basedOn w:val="DefaultParagraphFont"/>
    <w:uiPriority w:val="20"/>
    <w:qFormat/>
    <w:rsid w:val="00D55C96"/>
    <w:rPr>
      <w:i/>
      <w:iCs/>
    </w:rPr>
  </w:style>
  <w:style w:type="numbering" w:customStyle="1" w:styleId="CurrentList1">
    <w:name w:val="Current List1"/>
    <w:rsid w:val="00BF0EA6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BF0EA6"/>
    <w:pPr>
      <w:ind w:left="720"/>
      <w:contextualSpacing/>
    </w:pPr>
  </w:style>
  <w:style w:type="paragraph" w:styleId="BodyText">
    <w:name w:val="Body Text"/>
    <w:basedOn w:val="ParaBody"/>
    <w:link w:val="BodyTextChar"/>
    <w:rsid w:val="00FF61F5"/>
  </w:style>
  <w:style w:type="character" w:customStyle="1" w:styleId="BodyTextChar">
    <w:name w:val="Body Text Char"/>
    <w:basedOn w:val="DefaultParagraphFont"/>
    <w:link w:val="BodyText"/>
    <w:rsid w:val="00420FF6"/>
    <w:rPr>
      <w:rFonts w:ascii="Helvetica" w:hAnsi="Helvetica" w:cs="Arial"/>
      <w:lang w:val="en-US" w:eastAsia="en-US" w:bidi="ar-SA"/>
    </w:rPr>
  </w:style>
  <w:style w:type="paragraph" w:customStyle="1" w:styleId="BodyCharChar">
    <w:name w:val="Body Char Char"/>
    <w:rsid w:val="00E7015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120" w:after="120"/>
      <w:jc w:val="both"/>
    </w:pPr>
    <w:rPr>
      <w:rFonts w:ascii="Arial" w:hAnsi="Arial"/>
      <w:position w:val="-4"/>
    </w:rPr>
  </w:style>
  <w:style w:type="paragraph" w:styleId="BlockText">
    <w:name w:val="Block Text"/>
    <w:basedOn w:val="ParaBody"/>
    <w:rsid w:val="00FF61F5"/>
    <w:pPr>
      <w:ind w:left="1440" w:right="1440"/>
    </w:pPr>
  </w:style>
  <w:style w:type="paragraph" w:styleId="MessageHeader">
    <w:name w:val="Message Header"/>
    <w:rsid w:val="00FF61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customStyle="1" w:styleId="10ptBoldItalic">
    <w:name w:val="10pt BoldItalic"/>
    <w:rsid w:val="00FF61F5"/>
    <w:rPr>
      <w:rFonts w:ascii="Arial" w:eastAsia="Times" w:hAnsi="Arial"/>
      <w:b/>
      <w:i/>
    </w:rPr>
  </w:style>
  <w:style w:type="paragraph" w:customStyle="1" w:styleId="MasterAgreement">
    <w:name w:val="Master_Agreement"/>
    <w:next w:val="ParaBody"/>
    <w:rsid w:val="00FF61F5"/>
    <w:pPr>
      <w:suppressAutoHyphens/>
      <w:spacing w:after="80" w:line="240" w:lineRule="exact"/>
      <w:ind w:left="1440" w:right="1440"/>
      <w:jc w:val="center"/>
    </w:pPr>
    <w:rPr>
      <w:rFonts w:ascii="Helvetica" w:hAnsi="Helvetica"/>
      <w:b/>
      <w:color w:val="FF0000"/>
      <w:sz w:val="24"/>
    </w:rPr>
  </w:style>
  <w:style w:type="paragraph" w:customStyle="1" w:styleId="PrefHead">
    <w:name w:val="PrefHead"/>
    <w:next w:val="ParaBody"/>
    <w:rsid w:val="00FF61F5"/>
    <w:pPr>
      <w:keepNext/>
      <w:spacing w:before="540" w:after="100" w:line="300" w:lineRule="exact"/>
      <w:outlineLvl w:val="0"/>
    </w:pPr>
    <w:rPr>
      <w:rFonts w:ascii="Helvetica" w:hAnsi="Helvetica"/>
      <w:sz w:val="30"/>
    </w:rPr>
  </w:style>
  <w:style w:type="paragraph" w:customStyle="1" w:styleId="PrefSubHead">
    <w:name w:val="PrefSubHead"/>
    <w:basedOn w:val="PrefHead"/>
    <w:next w:val="ParaBody"/>
    <w:rsid w:val="00FF61F5"/>
    <w:pPr>
      <w:spacing w:before="360" w:after="60" w:line="240" w:lineRule="exact"/>
      <w:outlineLvl w:val="1"/>
    </w:pPr>
  </w:style>
  <w:style w:type="paragraph" w:styleId="Subtitle">
    <w:name w:val="Subtitle"/>
    <w:basedOn w:val="Title"/>
    <w:qFormat/>
    <w:rsid w:val="00FF61F5"/>
    <w:pPr>
      <w:outlineLvl w:val="1"/>
    </w:pPr>
    <w:rPr>
      <w:b w:val="0"/>
      <w:sz w:val="24"/>
      <w:szCs w:val="24"/>
    </w:rPr>
  </w:style>
  <w:style w:type="paragraph" w:customStyle="1" w:styleId="ListHead">
    <w:name w:val="ListHead"/>
    <w:rsid w:val="00FF61F5"/>
    <w:pPr>
      <w:tabs>
        <w:tab w:val="left" w:pos="144"/>
        <w:tab w:val="right" w:pos="9360"/>
      </w:tabs>
      <w:suppressAutoHyphens/>
      <w:kinsoku w:val="0"/>
      <w:spacing w:line="500" w:lineRule="exact"/>
    </w:pPr>
    <w:rPr>
      <w:rFonts w:ascii="Helvetica" w:hAnsi="Helvetica"/>
      <w:b/>
      <w:sz w:val="48"/>
      <w:szCs w:val="18"/>
    </w:rPr>
  </w:style>
  <w:style w:type="paragraph" w:styleId="BodyText2">
    <w:name w:val="Body Text 2"/>
    <w:basedOn w:val="BodyText"/>
    <w:rsid w:val="00FF61F5"/>
    <w:pPr>
      <w:spacing w:line="480" w:lineRule="auto"/>
    </w:pPr>
  </w:style>
  <w:style w:type="paragraph" w:styleId="BodyText3">
    <w:name w:val="Body Text 3"/>
    <w:basedOn w:val="BodyText"/>
    <w:rsid w:val="00FF61F5"/>
    <w:rPr>
      <w:sz w:val="16"/>
      <w:szCs w:val="16"/>
    </w:rPr>
  </w:style>
  <w:style w:type="paragraph" w:styleId="BodyTextFirstIndent">
    <w:name w:val="Body Text First Indent"/>
    <w:basedOn w:val="BodyText"/>
    <w:rsid w:val="00FF61F5"/>
    <w:pPr>
      <w:suppressAutoHyphens w:val="0"/>
      <w:spacing w:before="120" w:after="120" w:line="240" w:lineRule="auto"/>
      <w:ind w:firstLine="210"/>
    </w:pPr>
    <w:rPr>
      <w:sz w:val="22"/>
    </w:rPr>
  </w:style>
  <w:style w:type="paragraph" w:styleId="BodyTextIndent">
    <w:name w:val="Body Text Indent"/>
    <w:basedOn w:val="BodyText"/>
    <w:rsid w:val="00FF61F5"/>
    <w:pPr>
      <w:ind w:left="360"/>
    </w:pPr>
  </w:style>
  <w:style w:type="paragraph" w:styleId="Date">
    <w:name w:val="Date"/>
    <w:basedOn w:val="ParaBody"/>
    <w:next w:val="ParaBody"/>
    <w:rsid w:val="00FF61F5"/>
  </w:style>
  <w:style w:type="paragraph" w:styleId="HTMLAddress">
    <w:name w:val="HTML Address"/>
    <w:basedOn w:val="ParaBody"/>
    <w:rsid w:val="00FF61F5"/>
    <w:rPr>
      <w:i/>
      <w:iCs/>
    </w:rPr>
  </w:style>
  <w:style w:type="paragraph" w:styleId="HTMLPreformatted">
    <w:name w:val="HTML Preformatted"/>
    <w:basedOn w:val="Code10"/>
    <w:rsid w:val="00FF61F5"/>
    <w:rPr>
      <w:rFonts w:ascii="Courier New" w:hAnsi="Courier New" w:cs="Courier New"/>
    </w:rPr>
  </w:style>
  <w:style w:type="paragraph" w:styleId="Closing">
    <w:name w:val="Closing"/>
    <w:basedOn w:val="ParaBody"/>
    <w:rsid w:val="00FF61F5"/>
    <w:pPr>
      <w:ind w:left="4320"/>
    </w:pPr>
  </w:style>
  <w:style w:type="table" w:styleId="Table3Deffects3">
    <w:name w:val="Table 3D effects 3"/>
    <w:basedOn w:val="TableNormal"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lainTextChar">
    <w:name w:val="Plain Text Char"/>
    <w:basedOn w:val="ParaBodyChar"/>
    <w:link w:val="PlainText"/>
    <w:uiPriority w:val="99"/>
    <w:rsid w:val="00FF61F5"/>
    <w:rPr>
      <w:rFonts w:ascii="Helvetica" w:hAnsi="Helvetica" w:cs="Courier New"/>
      <w:color w:val="FF0000"/>
      <w:sz w:val="24"/>
      <w:szCs w:val="24"/>
      <w:lang w:eastAsia="zh-CN"/>
    </w:rPr>
  </w:style>
  <w:style w:type="paragraph" w:styleId="BodyTextFirstIndent2">
    <w:name w:val="Body Text First Indent 2"/>
    <w:basedOn w:val="BodyTextIndent"/>
    <w:rsid w:val="00FF61F5"/>
    <w:pPr>
      <w:suppressAutoHyphens w:val="0"/>
      <w:spacing w:before="120" w:after="120" w:line="240" w:lineRule="auto"/>
      <w:ind w:firstLine="210"/>
    </w:pPr>
    <w:rPr>
      <w:rFonts w:ascii="Times" w:hAnsi="Times" w:cs="Times New Roman"/>
      <w:sz w:val="22"/>
    </w:rPr>
  </w:style>
  <w:style w:type="paragraph" w:styleId="CommentSubject">
    <w:name w:val="annotation subject"/>
    <w:basedOn w:val="CommentText"/>
    <w:next w:val="CommentText"/>
    <w:semiHidden/>
    <w:rsid w:val="00FF61F5"/>
    <w:pPr>
      <w:suppressAutoHyphens w:val="0"/>
      <w:spacing w:before="120" w:after="120" w:line="240" w:lineRule="auto"/>
    </w:pPr>
    <w:rPr>
      <w:rFonts w:ascii="Times" w:hAnsi="Times" w:cs="Times New Roman"/>
      <w:b/>
      <w:bCs/>
    </w:rPr>
  </w:style>
  <w:style w:type="paragraph" w:styleId="MacroText">
    <w:name w:val="macro"/>
    <w:semiHidden/>
    <w:rsid w:val="00FF61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ourier New" w:hAnsi="Courier New" w:cs="Courier New"/>
    </w:rPr>
  </w:style>
  <w:style w:type="paragraph" w:styleId="NormalWeb">
    <w:name w:val="Normal (Web)"/>
    <w:basedOn w:val="Normal"/>
    <w:rsid w:val="00FF61F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FF61F5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98070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1150EC"/>
    <w:rPr>
      <w:sz w:val="21"/>
      <w:szCs w:val="21"/>
    </w:rPr>
  </w:style>
  <w:style w:type="paragraph" w:styleId="Revision">
    <w:name w:val="Revision"/>
    <w:hidden/>
    <w:uiPriority w:val="99"/>
    <w:semiHidden/>
    <w:rsid w:val="001150EC"/>
    <w:rPr>
      <w:rFonts w:ascii="Times" w:hAnsi="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vanya\Application%20Data\Microsoft\Templates\DOC-30001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FE222-D616-47C1-B58C-BEF023D1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DOC-30001_Template.dot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1566</CharactersWithSpaces>
  <SharedDoc>false</SharedDoc>
  <HLinks>
    <vt:vector size="18" baseType="variant">
      <vt:variant>
        <vt:i4>3670031</vt:i4>
      </vt:variant>
      <vt:variant>
        <vt:i4>12</vt:i4>
      </vt:variant>
      <vt:variant>
        <vt:i4>0</vt:i4>
      </vt:variant>
      <vt:variant>
        <vt:i4>5</vt:i4>
      </vt:variant>
      <vt:variant>
        <vt:lpwstr>http://compass.freescale.net/doc/166699047/ECO_FORM.doc</vt:lpwstr>
      </vt:variant>
      <vt:variant>
        <vt:lpwstr/>
      </vt:variant>
      <vt:variant>
        <vt:i4>3473479</vt:i4>
      </vt:variant>
      <vt:variant>
        <vt:i4>9</vt:i4>
      </vt:variant>
      <vt:variant>
        <vt:i4>0</vt:i4>
      </vt:variant>
      <vt:variant>
        <vt:i4>5</vt:i4>
      </vt:variant>
      <vt:variant>
        <vt:lpwstr>mailto:Donald.Simon@freescale.com</vt:lpwstr>
      </vt:variant>
      <vt:variant>
        <vt:lpwstr/>
      </vt:variant>
      <vt:variant>
        <vt:i4>4784166</vt:i4>
      </vt:variant>
      <vt:variant>
        <vt:i4>6</vt:i4>
      </vt:variant>
      <vt:variant>
        <vt:i4>0</vt:i4>
      </vt:variant>
      <vt:variant>
        <vt:i4>5</vt:i4>
      </vt:variant>
      <vt:variant>
        <vt:lpwstr>mailto:Monica.Dettling@freescale.com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Kruczek</dc:creator>
  <cp:lastModifiedBy>Ravi Kanth</cp:lastModifiedBy>
  <cp:revision>11</cp:revision>
  <cp:lastPrinted>2016-04-21T09:12:00Z</cp:lastPrinted>
  <dcterms:created xsi:type="dcterms:W3CDTF">2020-03-10T10:08:00Z</dcterms:created>
  <dcterms:modified xsi:type="dcterms:W3CDTF">2021-05-17T09:15:00Z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1315032298</vt:i4>
  </property>
  <property fmtid="{D5CDD505-2E9C-101B-9397-08002B2CF9AE}" pid="3" name="_NewReviewCycle">
    <vt:lpwstr/>
  </property>
  <property fmtid="{D5CDD505-2E9C-101B-9397-08002B2CF9AE}" pid="4" name="_EmailSubject">
    <vt:lpwstr>DOC-30015 Rev 7</vt:lpwstr>
  </property>
  <property fmtid="{D5CDD505-2E9C-101B-9397-08002B2CF9AE}" pid="5" name="_AuthorEmail">
    <vt:lpwstr>R12759@freescale.com</vt:lpwstr>
  </property>
  <property fmtid="{D5CDD505-2E9C-101B-9397-08002B2CF9AE}" pid="6" name="_AuthorEmailDisplayName">
    <vt:lpwstr>Simon Donald-R12759</vt:lpwstr>
  </property>
  <property fmtid="{D5CDD505-2E9C-101B-9397-08002B2CF9AE}" pid="7" name="_ReviewingToolsShownOnce">
    <vt:lpwstr/>
  </property>
</Properties>
</file>